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7A7E3" w14:textId="77777777" w:rsidR="000719BB" w:rsidRDefault="000719BB" w:rsidP="006C2343">
      <w:pPr>
        <w:pStyle w:val="Titul2"/>
      </w:pPr>
    </w:p>
    <w:p w14:paraId="0800A7BA" w14:textId="77777777" w:rsidR="00826B7B" w:rsidRDefault="00826B7B" w:rsidP="006C2343">
      <w:pPr>
        <w:pStyle w:val="Titul2"/>
      </w:pPr>
    </w:p>
    <w:p w14:paraId="1C2F5294" w14:textId="77777777" w:rsidR="00DA1C67" w:rsidRDefault="00DA1C67" w:rsidP="006C2343">
      <w:pPr>
        <w:pStyle w:val="Titul2"/>
      </w:pPr>
    </w:p>
    <w:p w14:paraId="5E7FC098" w14:textId="77777777" w:rsidR="003254A3" w:rsidRPr="000719BB" w:rsidRDefault="00BD76C3" w:rsidP="006C2343">
      <w:pPr>
        <w:pStyle w:val="Titul2"/>
      </w:pPr>
      <w:r>
        <w:t>Příloha č. 2 c)</w:t>
      </w:r>
    </w:p>
    <w:p w14:paraId="660C7656" w14:textId="77777777" w:rsidR="003254A3" w:rsidRDefault="003254A3" w:rsidP="00AD0C7B">
      <w:pPr>
        <w:pStyle w:val="Titul2"/>
      </w:pPr>
    </w:p>
    <w:p w14:paraId="0724A965" w14:textId="77777777" w:rsidR="00AD0C7B" w:rsidRDefault="00BD76C3" w:rsidP="006C2343">
      <w:pPr>
        <w:pStyle w:val="Titul1"/>
      </w:pPr>
      <w:r>
        <w:t>Zvláštní</w:t>
      </w:r>
      <w:r w:rsidR="00AD0C7B">
        <w:t xml:space="preserve"> technické podmínky</w:t>
      </w:r>
    </w:p>
    <w:p w14:paraId="24834D9A" w14:textId="77777777" w:rsidR="00AD0C7B" w:rsidRDefault="00AD0C7B" w:rsidP="00EB46E5">
      <w:pPr>
        <w:pStyle w:val="Titul2"/>
      </w:pPr>
    </w:p>
    <w:p w14:paraId="5C44D27A"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74B81BD" w14:textId="77777777" w:rsidR="002007BA" w:rsidRDefault="002007BA" w:rsidP="006C2343">
      <w:pPr>
        <w:pStyle w:val="Tituldatum"/>
      </w:pPr>
    </w:p>
    <w:sdt>
      <w:sdtPr>
        <w:rPr>
          <w:rStyle w:val="Nzevakce"/>
        </w:rPr>
        <w:alias w:val="Název akce - Vypsat pole, přenese se do zápatí"/>
        <w:tag w:val="Název akce"/>
        <w:id w:val="1889687308"/>
        <w:placeholder>
          <w:docPart w:val="418E26552D8140FFA61CC05136D9B95F"/>
        </w:placeholder>
        <w:text w:multiLine="1"/>
      </w:sdtPr>
      <w:sdtEndPr>
        <w:rPr>
          <w:rStyle w:val="Nzevakce"/>
        </w:rPr>
      </w:sdtEndPr>
      <w:sdtContent>
        <w:p w14:paraId="06BD0D53" w14:textId="75D1B5EE" w:rsidR="00BF54FE" w:rsidRPr="00D61BB3" w:rsidRDefault="00BB6CD6" w:rsidP="006C2343">
          <w:pPr>
            <w:pStyle w:val="Tituldatum"/>
            <w:rPr>
              <w:rStyle w:val="Nzevakce"/>
            </w:rPr>
          </w:pPr>
          <w:r w:rsidRPr="00BA5DDB">
            <w:rPr>
              <w:rStyle w:val="Nzevakce"/>
            </w:rPr>
            <w:t>Doplnění závor na přejezdu P7724 v km 263,911 trati Ostrava-Svinov – Opava východ</w:t>
          </w:r>
        </w:p>
      </w:sdtContent>
    </w:sdt>
    <w:p w14:paraId="1DB4DE94" w14:textId="77777777" w:rsidR="00BF54FE" w:rsidRDefault="00BF54FE" w:rsidP="006C2343">
      <w:pPr>
        <w:pStyle w:val="Tituldatum"/>
      </w:pPr>
    </w:p>
    <w:p w14:paraId="3ECB9ACC" w14:textId="77777777" w:rsidR="009226C1" w:rsidRDefault="009226C1" w:rsidP="006C2343">
      <w:pPr>
        <w:pStyle w:val="Tituldatum"/>
      </w:pPr>
    </w:p>
    <w:p w14:paraId="23FE6571" w14:textId="77777777" w:rsidR="00DA1C67" w:rsidRDefault="00DA1C67" w:rsidP="006C2343">
      <w:pPr>
        <w:pStyle w:val="Tituldatum"/>
      </w:pPr>
    </w:p>
    <w:p w14:paraId="71867804" w14:textId="77777777" w:rsidR="00DA1C67" w:rsidRDefault="00DA1C67" w:rsidP="006C2343">
      <w:pPr>
        <w:pStyle w:val="Tituldatum"/>
      </w:pPr>
    </w:p>
    <w:p w14:paraId="4EB714BC" w14:textId="77777777" w:rsidR="003B111D" w:rsidRDefault="003B111D" w:rsidP="006C2343">
      <w:pPr>
        <w:pStyle w:val="Tituldatum"/>
      </w:pPr>
    </w:p>
    <w:p w14:paraId="60A33DB2" w14:textId="1A32D9A8" w:rsidR="00826B7B" w:rsidRPr="006C2343" w:rsidRDefault="006C2343" w:rsidP="006C2343">
      <w:pPr>
        <w:pStyle w:val="Tituldatum"/>
      </w:pPr>
      <w:r w:rsidRPr="006C2343">
        <w:t xml:space="preserve">Datum vydání: </w:t>
      </w:r>
      <w:r w:rsidRPr="006C2343">
        <w:tab/>
      </w:r>
      <w:r w:rsidR="003D3F94">
        <w:t>1</w:t>
      </w:r>
      <w:r w:rsidR="003F6912">
        <w:t>0</w:t>
      </w:r>
      <w:r w:rsidR="003D3F94">
        <w:t>.08.2024</w:t>
      </w:r>
      <w:r w:rsidR="0076790E">
        <w:t xml:space="preserve"> </w:t>
      </w:r>
    </w:p>
    <w:p w14:paraId="7182C7DA" w14:textId="77777777" w:rsidR="00826B7B" w:rsidRDefault="00826B7B">
      <w:r>
        <w:br w:type="page"/>
      </w:r>
    </w:p>
    <w:p w14:paraId="37FDE7F8" w14:textId="77777777" w:rsidR="00BD7E91" w:rsidRDefault="00BD7E91" w:rsidP="00B101FD">
      <w:pPr>
        <w:pStyle w:val="Nadpisbezsl1-1"/>
      </w:pPr>
      <w:r>
        <w:lastRenderedPageBreak/>
        <w:t>Obsah</w:t>
      </w:r>
      <w:r w:rsidR="00887F36">
        <w:t xml:space="preserve"> </w:t>
      </w:r>
    </w:p>
    <w:p w14:paraId="21097AAC" w14:textId="4647C914" w:rsidR="00BA5DDB"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3312525" w:history="1">
        <w:r w:rsidR="00BA5DDB" w:rsidRPr="00F208A0">
          <w:rPr>
            <w:rStyle w:val="Hypertextovodkaz"/>
          </w:rPr>
          <w:t>SEZNAM ZKRATEK</w:t>
        </w:r>
        <w:r w:rsidR="00BA5DDB">
          <w:rPr>
            <w:noProof/>
            <w:webHidden/>
          </w:rPr>
          <w:tab/>
        </w:r>
        <w:r w:rsidR="00BA5DDB">
          <w:rPr>
            <w:noProof/>
            <w:webHidden/>
          </w:rPr>
          <w:fldChar w:fldCharType="begin"/>
        </w:r>
        <w:r w:rsidR="00BA5DDB">
          <w:rPr>
            <w:noProof/>
            <w:webHidden/>
          </w:rPr>
          <w:instrText xml:space="preserve"> PAGEREF _Toc173312525 \h </w:instrText>
        </w:r>
        <w:r w:rsidR="00BA5DDB">
          <w:rPr>
            <w:noProof/>
            <w:webHidden/>
          </w:rPr>
        </w:r>
        <w:r w:rsidR="00BA5DDB">
          <w:rPr>
            <w:noProof/>
            <w:webHidden/>
          </w:rPr>
          <w:fldChar w:fldCharType="separate"/>
        </w:r>
        <w:r w:rsidR="00BA5DDB">
          <w:rPr>
            <w:noProof/>
            <w:webHidden/>
          </w:rPr>
          <w:t>2</w:t>
        </w:r>
        <w:r w:rsidR="00BA5DDB">
          <w:rPr>
            <w:noProof/>
            <w:webHidden/>
          </w:rPr>
          <w:fldChar w:fldCharType="end"/>
        </w:r>
      </w:hyperlink>
    </w:p>
    <w:p w14:paraId="03B3D10F" w14:textId="0D57D115"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26" w:history="1">
        <w:r w:rsidR="00BA5DDB" w:rsidRPr="00F208A0">
          <w:rPr>
            <w:rStyle w:val="Hypertextovodkaz"/>
          </w:rPr>
          <w:t>1.</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SPECIFIKACE PŘEDMĚTU DÍLA</w:t>
        </w:r>
        <w:r w:rsidR="00BA5DDB">
          <w:rPr>
            <w:noProof/>
            <w:webHidden/>
          </w:rPr>
          <w:tab/>
        </w:r>
        <w:r w:rsidR="00BA5DDB">
          <w:rPr>
            <w:noProof/>
            <w:webHidden/>
          </w:rPr>
          <w:fldChar w:fldCharType="begin"/>
        </w:r>
        <w:r w:rsidR="00BA5DDB">
          <w:rPr>
            <w:noProof/>
            <w:webHidden/>
          </w:rPr>
          <w:instrText xml:space="preserve"> PAGEREF _Toc173312526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2467E53F" w14:textId="388C45EB"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27" w:history="1">
        <w:r w:rsidR="00BA5DDB" w:rsidRPr="00F208A0">
          <w:rPr>
            <w:rStyle w:val="Hypertextovodkaz"/>
            <w:rFonts w:asciiTheme="majorHAnsi" w:hAnsiTheme="majorHAnsi"/>
          </w:rPr>
          <w:t>1.1</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Účel a rozsah předmětu Díla</w:t>
        </w:r>
        <w:r w:rsidR="00BA5DDB">
          <w:rPr>
            <w:noProof/>
            <w:webHidden/>
          </w:rPr>
          <w:tab/>
        </w:r>
        <w:r w:rsidR="00BA5DDB">
          <w:rPr>
            <w:noProof/>
            <w:webHidden/>
          </w:rPr>
          <w:fldChar w:fldCharType="begin"/>
        </w:r>
        <w:r w:rsidR="00BA5DDB">
          <w:rPr>
            <w:noProof/>
            <w:webHidden/>
          </w:rPr>
          <w:instrText xml:space="preserve"> PAGEREF _Toc173312527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40D26F96" w14:textId="5BD26482"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28" w:history="1">
        <w:r w:rsidR="00BA5DDB" w:rsidRPr="00F208A0">
          <w:rPr>
            <w:rStyle w:val="Hypertextovodkaz"/>
            <w:rFonts w:asciiTheme="majorHAnsi" w:hAnsiTheme="majorHAnsi"/>
          </w:rPr>
          <w:t>1.2</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Umístění stavby</w:t>
        </w:r>
        <w:r w:rsidR="00BA5DDB">
          <w:rPr>
            <w:noProof/>
            <w:webHidden/>
          </w:rPr>
          <w:tab/>
        </w:r>
        <w:r w:rsidR="00BA5DDB">
          <w:rPr>
            <w:noProof/>
            <w:webHidden/>
          </w:rPr>
          <w:fldChar w:fldCharType="begin"/>
        </w:r>
        <w:r w:rsidR="00BA5DDB">
          <w:rPr>
            <w:noProof/>
            <w:webHidden/>
          </w:rPr>
          <w:instrText xml:space="preserve"> PAGEREF _Toc173312528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640FB531" w14:textId="7E6A1CDC"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29" w:history="1">
        <w:r w:rsidR="00BA5DDB" w:rsidRPr="00F208A0">
          <w:rPr>
            <w:rStyle w:val="Hypertextovodkaz"/>
          </w:rPr>
          <w:t>2.</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PŘEHLED VÝCHOZÍCH PODKLADŮ</w:t>
        </w:r>
        <w:r w:rsidR="00BA5DDB">
          <w:rPr>
            <w:noProof/>
            <w:webHidden/>
          </w:rPr>
          <w:tab/>
        </w:r>
        <w:r w:rsidR="00BA5DDB">
          <w:rPr>
            <w:noProof/>
            <w:webHidden/>
          </w:rPr>
          <w:fldChar w:fldCharType="begin"/>
        </w:r>
        <w:r w:rsidR="00BA5DDB">
          <w:rPr>
            <w:noProof/>
            <w:webHidden/>
          </w:rPr>
          <w:instrText xml:space="preserve"> PAGEREF _Toc173312529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49A701A0" w14:textId="13B2A408"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0" w:history="1">
        <w:r w:rsidR="00BA5DDB" w:rsidRPr="00F208A0">
          <w:rPr>
            <w:rStyle w:val="Hypertextovodkaz"/>
            <w:rFonts w:asciiTheme="majorHAnsi" w:hAnsiTheme="majorHAnsi"/>
          </w:rPr>
          <w:t>2.1</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Projektová dokumentace</w:t>
        </w:r>
        <w:r w:rsidR="00BA5DDB">
          <w:rPr>
            <w:noProof/>
            <w:webHidden/>
          </w:rPr>
          <w:tab/>
        </w:r>
        <w:r w:rsidR="00BA5DDB">
          <w:rPr>
            <w:noProof/>
            <w:webHidden/>
          </w:rPr>
          <w:fldChar w:fldCharType="begin"/>
        </w:r>
        <w:r w:rsidR="00BA5DDB">
          <w:rPr>
            <w:noProof/>
            <w:webHidden/>
          </w:rPr>
          <w:instrText xml:space="preserve"> PAGEREF _Toc173312530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26F63563" w14:textId="24934395"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1" w:history="1">
        <w:r w:rsidR="00BA5DDB" w:rsidRPr="00F208A0">
          <w:rPr>
            <w:rStyle w:val="Hypertextovodkaz"/>
            <w:rFonts w:asciiTheme="majorHAnsi" w:hAnsiTheme="majorHAnsi"/>
          </w:rPr>
          <w:t>2.2</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Související dokumentace</w:t>
        </w:r>
        <w:r w:rsidR="00BA5DDB">
          <w:rPr>
            <w:noProof/>
            <w:webHidden/>
          </w:rPr>
          <w:tab/>
        </w:r>
        <w:r w:rsidR="00BA5DDB">
          <w:rPr>
            <w:noProof/>
            <w:webHidden/>
          </w:rPr>
          <w:fldChar w:fldCharType="begin"/>
        </w:r>
        <w:r w:rsidR="00BA5DDB">
          <w:rPr>
            <w:noProof/>
            <w:webHidden/>
          </w:rPr>
          <w:instrText xml:space="preserve"> PAGEREF _Toc173312531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4E6ADDC6" w14:textId="3C96F347"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32" w:history="1">
        <w:r w:rsidR="00BA5DDB" w:rsidRPr="00F208A0">
          <w:rPr>
            <w:rStyle w:val="Hypertextovodkaz"/>
          </w:rPr>
          <w:t>3.</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KOORDINACE S JINÝMI STAVBAMI</w:t>
        </w:r>
        <w:r w:rsidR="00BA5DDB">
          <w:rPr>
            <w:noProof/>
            <w:webHidden/>
          </w:rPr>
          <w:tab/>
        </w:r>
        <w:r w:rsidR="00BA5DDB">
          <w:rPr>
            <w:noProof/>
            <w:webHidden/>
          </w:rPr>
          <w:fldChar w:fldCharType="begin"/>
        </w:r>
        <w:r w:rsidR="00BA5DDB">
          <w:rPr>
            <w:noProof/>
            <w:webHidden/>
          </w:rPr>
          <w:instrText xml:space="preserve"> PAGEREF _Toc173312532 \h </w:instrText>
        </w:r>
        <w:r w:rsidR="00BA5DDB">
          <w:rPr>
            <w:noProof/>
            <w:webHidden/>
          </w:rPr>
        </w:r>
        <w:r w:rsidR="00BA5DDB">
          <w:rPr>
            <w:noProof/>
            <w:webHidden/>
          </w:rPr>
          <w:fldChar w:fldCharType="separate"/>
        </w:r>
        <w:r w:rsidR="00BA5DDB">
          <w:rPr>
            <w:noProof/>
            <w:webHidden/>
          </w:rPr>
          <w:t>3</w:t>
        </w:r>
        <w:r w:rsidR="00BA5DDB">
          <w:rPr>
            <w:noProof/>
            <w:webHidden/>
          </w:rPr>
          <w:fldChar w:fldCharType="end"/>
        </w:r>
      </w:hyperlink>
    </w:p>
    <w:p w14:paraId="74CAC15B" w14:textId="34EEDB89"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33" w:history="1">
        <w:r w:rsidR="00BA5DDB" w:rsidRPr="00F208A0">
          <w:rPr>
            <w:rStyle w:val="Hypertextovodkaz"/>
          </w:rPr>
          <w:t>4.</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POŽADAVKY NA TECHNICKÉ ŘEŠENÍ PROVEDENÍ DÍLA</w:t>
        </w:r>
        <w:r w:rsidR="00BA5DDB">
          <w:rPr>
            <w:noProof/>
            <w:webHidden/>
          </w:rPr>
          <w:tab/>
        </w:r>
        <w:r w:rsidR="00BA5DDB">
          <w:rPr>
            <w:noProof/>
            <w:webHidden/>
          </w:rPr>
          <w:fldChar w:fldCharType="begin"/>
        </w:r>
        <w:r w:rsidR="00BA5DDB">
          <w:rPr>
            <w:noProof/>
            <w:webHidden/>
          </w:rPr>
          <w:instrText xml:space="preserve"> PAGEREF _Toc173312533 \h </w:instrText>
        </w:r>
        <w:r w:rsidR="00BA5DDB">
          <w:rPr>
            <w:noProof/>
            <w:webHidden/>
          </w:rPr>
        </w:r>
        <w:r w:rsidR="00BA5DDB">
          <w:rPr>
            <w:noProof/>
            <w:webHidden/>
          </w:rPr>
          <w:fldChar w:fldCharType="separate"/>
        </w:r>
        <w:r w:rsidR="00BA5DDB">
          <w:rPr>
            <w:noProof/>
            <w:webHidden/>
          </w:rPr>
          <w:t>4</w:t>
        </w:r>
        <w:r w:rsidR="00BA5DDB">
          <w:rPr>
            <w:noProof/>
            <w:webHidden/>
          </w:rPr>
          <w:fldChar w:fldCharType="end"/>
        </w:r>
      </w:hyperlink>
    </w:p>
    <w:p w14:paraId="2168A464" w14:textId="63AEE5A8"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4" w:history="1">
        <w:r w:rsidR="00BA5DDB" w:rsidRPr="00F208A0">
          <w:rPr>
            <w:rStyle w:val="Hypertextovodkaz"/>
            <w:rFonts w:asciiTheme="majorHAnsi" w:hAnsiTheme="majorHAnsi"/>
          </w:rPr>
          <w:t>4.1</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Všeobecně</w:t>
        </w:r>
        <w:r w:rsidR="00BA5DDB">
          <w:rPr>
            <w:noProof/>
            <w:webHidden/>
          </w:rPr>
          <w:tab/>
        </w:r>
        <w:r w:rsidR="00BA5DDB">
          <w:rPr>
            <w:noProof/>
            <w:webHidden/>
          </w:rPr>
          <w:fldChar w:fldCharType="begin"/>
        </w:r>
        <w:r w:rsidR="00BA5DDB">
          <w:rPr>
            <w:noProof/>
            <w:webHidden/>
          </w:rPr>
          <w:instrText xml:space="preserve"> PAGEREF _Toc173312534 \h </w:instrText>
        </w:r>
        <w:r w:rsidR="00BA5DDB">
          <w:rPr>
            <w:noProof/>
            <w:webHidden/>
          </w:rPr>
        </w:r>
        <w:r w:rsidR="00BA5DDB">
          <w:rPr>
            <w:noProof/>
            <w:webHidden/>
          </w:rPr>
          <w:fldChar w:fldCharType="separate"/>
        </w:r>
        <w:r w:rsidR="00BA5DDB">
          <w:rPr>
            <w:noProof/>
            <w:webHidden/>
          </w:rPr>
          <w:t>4</w:t>
        </w:r>
        <w:r w:rsidR="00BA5DDB">
          <w:rPr>
            <w:noProof/>
            <w:webHidden/>
          </w:rPr>
          <w:fldChar w:fldCharType="end"/>
        </w:r>
      </w:hyperlink>
    </w:p>
    <w:p w14:paraId="46774C32" w14:textId="39FB3C6B"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5" w:history="1">
        <w:r w:rsidR="00BA5DDB" w:rsidRPr="00F208A0">
          <w:rPr>
            <w:rStyle w:val="Hypertextovodkaz"/>
            <w:rFonts w:asciiTheme="majorHAnsi" w:hAnsiTheme="majorHAnsi"/>
          </w:rPr>
          <w:t>4.2</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Zeměměřická činnost zhotovitele</w:t>
        </w:r>
        <w:r w:rsidR="00BA5DDB">
          <w:rPr>
            <w:noProof/>
            <w:webHidden/>
          </w:rPr>
          <w:tab/>
        </w:r>
        <w:r w:rsidR="00BA5DDB">
          <w:rPr>
            <w:noProof/>
            <w:webHidden/>
          </w:rPr>
          <w:fldChar w:fldCharType="begin"/>
        </w:r>
        <w:r w:rsidR="00BA5DDB">
          <w:rPr>
            <w:noProof/>
            <w:webHidden/>
          </w:rPr>
          <w:instrText xml:space="preserve"> PAGEREF _Toc173312535 \h </w:instrText>
        </w:r>
        <w:r w:rsidR="00BA5DDB">
          <w:rPr>
            <w:noProof/>
            <w:webHidden/>
          </w:rPr>
        </w:r>
        <w:r w:rsidR="00BA5DDB">
          <w:rPr>
            <w:noProof/>
            <w:webHidden/>
          </w:rPr>
          <w:fldChar w:fldCharType="separate"/>
        </w:r>
        <w:r w:rsidR="00BA5DDB">
          <w:rPr>
            <w:noProof/>
            <w:webHidden/>
          </w:rPr>
          <w:t>4</w:t>
        </w:r>
        <w:r w:rsidR="00BA5DDB">
          <w:rPr>
            <w:noProof/>
            <w:webHidden/>
          </w:rPr>
          <w:fldChar w:fldCharType="end"/>
        </w:r>
      </w:hyperlink>
    </w:p>
    <w:p w14:paraId="69B2F905" w14:textId="7E1DC2F9"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6" w:history="1">
        <w:r w:rsidR="00BA5DDB" w:rsidRPr="00F208A0">
          <w:rPr>
            <w:rStyle w:val="Hypertextovodkaz"/>
            <w:rFonts w:asciiTheme="majorHAnsi" w:hAnsiTheme="majorHAnsi"/>
          </w:rPr>
          <w:t>4.3</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Doklady předkládané zhotovitelem</w:t>
        </w:r>
        <w:r w:rsidR="00BA5DDB">
          <w:rPr>
            <w:noProof/>
            <w:webHidden/>
          </w:rPr>
          <w:tab/>
        </w:r>
        <w:r w:rsidR="00BA5DDB">
          <w:rPr>
            <w:noProof/>
            <w:webHidden/>
          </w:rPr>
          <w:fldChar w:fldCharType="begin"/>
        </w:r>
        <w:r w:rsidR="00BA5DDB">
          <w:rPr>
            <w:noProof/>
            <w:webHidden/>
          </w:rPr>
          <w:instrText xml:space="preserve"> PAGEREF _Toc173312536 \h </w:instrText>
        </w:r>
        <w:r w:rsidR="00BA5DDB">
          <w:rPr>
            <w:noProof/>
            <w:webHidden/>
          </w:rPr>
        </w:r>
        <w:r w:rsidR="00BA5DDB">
          <w:rPr>
            <w:noProof/>
            <w:webHidden/>
          </w:rPr>
          <w:fldChar w:fldCharType="separate"/>
        </w:r>
        <w:r w:rsidR="00BA5DDB">
          <w:rPr>
            <w:noProof/>
            <w:webHidden/>
          </w:rPr>
          <w:t>5</w:t>
        </w:r>
        <w:r w:rsidR="00BA5DDB">
          <w:rPr>
            <w:noProof/>
            <w:webHidden/>
          </w:rPr>
          <w:fldChar w:fldCharType="end"/>
        </w:r>
      </w:hyperlink>
    </w:p>
    <w:p w14:paraId="12083360" w14:textId="45FF6238"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7" w:history="1">
        <w:r w:rsidR="00BA5DDB" w:rsidRPr="00F208A0">
          <w:rPr>
            <w:rStyle w:val="Hypertextovodkaz"/>
            <w:rFonts w:asciiTheme="majorHAnsi" w:hAnsiTheme="majorHAnsi"/>
          </w:rPr>
          <w:t>4.4</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Dokumentace zhotovitele pro stavbu</w:t>
        </w:r>
        <w:r w:rsidR="00BA5DDB">
          <w:rPr>
            <w:noProof/>
            <w:webHidden/>
          </w:rPr>
          <w:tab/>
        </w:r>
        <w:r w:rsidR="00BA5DDB">
          <w:rPr>
            <w:noProof/>
            <w:webHidden/>
          </w:rPr>
          <w:fldChar w:fldCharType="begin"/>
        </w:r>
        <w:r w:rsidR="00BA5DDB">
          <w:rPr>
            <w:noProof/>
            <w:webHidden/>
          </w:rPr>
          <w:instrText xml:space="preserve"> PAGEREF _Toc173312537 \h </w:instrText>
        </w:r>
        <w:r w:rsidR="00BA5DDB">
          <w:rPr>
            <w:noProof/>
            <w:webHidden/>
          </w:rPr>
        </w:r>
        <w:r w:rsidR="00BA5DDB">
          <w:rPr>
            <w:noProof/>
            <w:webHidden/>
          </w:rPr>
          <w:fldChar w:fldCharType="separate"/>
        </w:r>
        <w:r w:rsidR="00BA5DDB">
          <w:rPr>
            <w:noProof/>
            <w:webHidden/>
          </w:rPr>
          <w:t>5</w:t>
        </w:r>
        <w:r w:rsidR="00BA5DDB">
          <w:rPr>
            <w:noProof/>
            <w:webHidden/>
          </w:rPr>
          <w:fldChar w:fldCharType="end"/>
        </w:r>
      </w:hyperlink>
    </w:p>
    <w:p w14:paraId="5FA79555" w14:textId="62D37F4B"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8" w:history="1">
        <w:r w:rsidR="00BA5DDB" w:rsidRPr="00F208A0">
          <w:rPr>
            <w:rStyle w:val="Hypertextovodkaz"/>
            <w:rFonts w:asciiTheme="majorHAnsi" w:hAnsiTheme="majorHAnsi"/>
          </w:rPr>
          <w:t>4.5</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Dokumentace skutečného provedení stavby</w:t>
        </w:r>
        <w:r w:rsidR="00BA5DDB">
          <w:rPr>
            <w:noProof/>
            <w:webHidden/>
          </w:rPr>
          <w:tab/>
        </w:r>
        <w:r w:rsidR="00BA5DDB">
          <w:rPr>
            <w:noProof/>
            <w:webHidden/>
          </w:rPr>
          <w:fldChar w:fldCharType="begin"/>
        </w:r>
        <w:r w:rsidR="00BA5DDB">
          <w:rPr>
            <w:noProof/>
            <w:webHidden/>
          </w:rPr>
          <w:instrText xml:space="preserve"> PAGEREF _Toc173312538 \h </w:instrText>
        </w:r>
        <w:r w:rsidR="00BA5DDB">
          <w:rPr>
            <w:noProof/>
            <w:webHidden/>
          </w:rPr>
        </w:r>
        <w:r w:rsidR="00BA5DDB">
          <w:rPr>
            <w:noProof/>
            <w:webHidden/>
          </w:rPr>
          <w:fldChar w:fldCharType="separate"/>
        </w:r>
        <w:r w:rsidR="00BA5DDB">
          <w:rPr>
            <w:noProof/>
            <w:webHidden/>
          </w:rPr>
          <w:t>6</w:t>
        </w:r>
        <w:r w:rsidR="00BA5DDB">
          <w:rPr>
            <w:noProof/>
            <w:webHidden/>
          </w:rPr>
          <w:fldChar w:fldCharType="end"/>
        </w:r>
      </w:hyperlink>
    </w:p>
    <w:p w14:paraId="3B18C535" w14:textId="7FB054A3"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39" w:history="1">
        <w:r w:rsidR="00BA5DDB" w:rsidRPr="00F208A0">
          <w:rPr>
            <w:rStyle w:val="Hypertextovodkaz"/>
            <w:rFonts w:asciiTheme="majorHAnsi" w:hAnsiTheme="majorHAnsi"/>
          </w:rPr>
          <w:t>4.6</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Zabezpečovací zařízení</w:t>
        </w:r>
        <w:r w:rsidR="00BA5DDB">
          <w:rPr>
            <w:noProof/>
            <w:webHidden/>
          </w:rPr>
          <w:tab/>
        </w:r>
        <w:r w:rsidR="00BA5DDB">
          <w:rPr>
            <w:noProof/>
            <w:webHidden/>
          </w:rPr>
          <w:fldChar w:fldCharType="begin"/>
        </w:r>
        <w:r w:rsidR="00BA5DDB">
          <w:rPr>
            <w:noProof/>
            <w:webHidden/>
          </w:rPr>
          <w:instrText xml:space="preserve"> PAGEREF _Toc173312539 \h </w:instrText>
        </w:r>
        <w:r w:rsidR="00BA5DDB">
          <w:rPr>
            <w:noProof/>
            <w:webHidden/>
          </w:rPr>
        </w:r>
        <w:r w:rsidR="00BA5DDB">
          <w:rPr>
            <w:noProof/>
            <w:webHidden/>
          </w:rPr>
          <w:fldChar w:fldCharType="separate"/>
        </w:r>
        <w:r w:rsidR="00BA5DDB">
          <w:rPr>
            <w:noProof/>
            <w:webHidden/>
          </w:rPr>
          <w:t>6</w:t>
        </w:r>
        <w:r w:rsidR="00BA5DDB">
          <w:rPr>
            <w:noProof/>
            <w:webHidden/>
          </w:rPr>
          <w:fldChar w:fldCharType="end"/>
        </w:r>
      </w:hyperlink>
    </w:p>
    <w:p w14:paraId="4052483D" w14:textId="314DF421"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0" w:history="1">
        <w:r w:rsidR="00BA5DDB" w:rsidRPr="00F208A0">
          <w:rPr>
            <w:rStyle w:val="Hypertextovodkaz"/>
            <w:rFonts w:asciiTheme="majorHAnsi" w:hAnsiTheme="majorHAnsi"/>
          </w:rPr>
          <w:t>4.7</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Sdělovací zařízení</w:t>
        </w:r>
        <w:r w:rsidR="00BA5DDB">
          <w:rPr>
            <w:noProof/>
            <w:webHidden/>
          </w:rPr>
          <w:tab/>
        </w:r>
        <w:r w:rsidR="00BA5DDB">
          <w:rPr>
            <w:noProof/>
            <w:webHidden/>
          </w:rPr>
          <w:fldChar w:fldCharType="begin"/>
        </w:r>
        <w:r w:rsidR="00BA5DDB">
          <w:rPr>
            <w:noProof/>
            <w:webHidden/>
          </w:rPr>
          <w:instrText xml:space="preserve"> PAGEREF _Toc173312540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2FAA18AA" w14:textId="02A4B22B"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1" w:history="1">
        <w:r w:rsidR="00BA5DDB" w:rsidRPr="00F208A0">
          <w:rPr>
            <w:rStyle w:val="Hypertextovodkaz"/>
            <w:rFonts w:asciiTheme="majorHAnsi" w:hAnsiTheme="majorHAnsi"/>
          </w:rPr>
          <w:t>4.8</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Silnoproudá technologie včetně DŘT, trakční a energetická zařízení</w:t>
        </w:r>
        <w:r w:rsidR="00BA5DDB">
          <w:rPr>
            <w:noProof/>
            <w:webHidden/>
          </w:rPr>
          <w:tab/>
        </w:r>
        <w:r w:rsidR="00BA5DDB">
          <w:rPr>
            <w:noProof/>
            <w:webHidden/>
          </w:rPr>
          <w:fldChar w:fldCharType="begin"/>
        </w:r>
        <w:r w:rsidR="00BA5DDB">
          <w:rPr>
            <w:noProof/>
            <w:webHidden/>
          </w:rPr>
          <w:instrText xml:space="preserve"> PAGEREF _Toc173312541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2B80F6B2" w14:textId="206549AB"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2" w:history="1">
        <w:r w:rsidR="00BA5DDB" w:rsidRPr="00F208A0">
          <w:rPr>
            <w:rStyle w:val="Hypertextovodkaz"/>
            <w:rFonts w:asciiTheme="majorHAnsi" w:hAnsiTheme="majorHAnsi"/>
          </w:rPr>
          <w:t>4.9</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Železniční přejezdy</w:t>
        </w:r>
        <w:r w:rsidR="00BA5DDB">
          <w:rPr>
            <w:noProof/>
            <w:webHidden/>
          </w:rPr>
          <w:tab/>
        </w:r>
        <w:r w:rsidR="00BA5DDB">
          <w:rPr>
            <w:noProof/>
            <w:webHidden/>
          </w:rPr>
          <w:fldChar w:fldCharType="begin"/>
        </w:r>
        <w:r w:rsidR="00BA5DDB">
          <w:rPr>
            <w:noProof/>
            <w:webHidden/>
          </w:rPr>
          <w:instrText xml:space="preserve"> PAGEREF _Toc173312542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0D84C257" w14:textId="11617E36"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3" w:history="1">
        <w:r w:rsidR="00BA5DDB" w:rsidRPr="00F208A0">
          <w:rPr>
            <w:rStyle w:val="Hypertextovodkaz"/>
            <w:rFonts w:asciiTheme="majorHAnsi" w:hAnsiTheme="majorHAnsi"/>
          </w:rPr>
          <w:t>4.10</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Kabelovody, kolektory</w:t>
        </w:r>
        <w:r w:rsidR="00BA5DDB">
          <w:rPr>
            <w:noProof/>
            <w:webHidden/>
          </w:rPr>
          <w:tab/>
        </w:r>
        <w:r w:rsidR="00BA5DDB">
          <w:rPr>
            <w:noProof/>
            <w:webHidden/>
          </w:rPr>
          <w:fldChar w:fldCharType="begin"/>
        </w:r>
        <w:r w:rsidR="00BA5DDB">
          <w:rPr>
            <w:noProof/>
            <w:webHidden/>
          </w:rPr>
          <w:instrText xml:space="preserve"> PAGEREF _Toc173312543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39203582" w14:textId="2F99B0B1"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4" w:history="1">
        <w:r w:rsidR="00BA5DDB" w:rsidRPr="00F208A0">
          <w:rPr>
            <w:rStyle w:val="Hypertextovodkaz"/>
            <w:rFonts w:asciiTheme="majorHAnsi" w:hAnsiTheme="majorHAnsi"/>
          </w:rPr>
          <w:t>4.11</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Pozemní stavební objekty</w:t>
        </w:r>
        <w:r w:rsidR="00BA5DDB">
          <w:rPr>
            <w:noProof/>
            <w:webHidden/>
          </w:rPr>
          <w:tab/>
        </w:r>
        <w:r w:rsidR="00BA5DDB">
          <w:rPr>
            <w:noProof/>
            <w:webHidden/>
          </w:rPr>
          <w:fldChar w:fldCharType="begin"/>
        </w:r>
        <w:r w:rsidR="00BA5DDB">
          <w:rPr>
            <w:noProof/>
            <w:webHidden/>
          </w:rPr>
          <w:instrText xml:space="preserve"> PAGEREF _Toc173312544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23B19505" w14:textId="51E7A7EE"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5" w:history="1">
        <w:r w:rsidR="00BA5DDB" w:rsidRPr="00F208A0">
          <w:rPr>
            <w:rStyle w:val="Hypertextovodkaz"/>
            <w:rFonts w:asciiTheme="majorHAnsi" w:hAnsiTheme="majorHAnsi"/>
          </w:rPr>
          <w:t>4.12</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Vyzískaný materiál</w:t>
        </w:r>
        <w:r w:rsidR="00BA5DDB">
          <w:rPr>
            <w:noProof/>
            <w:webHidden/>
          </w:rPr>
          <w:tab/>
        </w:r>
        <w:r w:rsidR="00BA5DDB">
          <w:rPr>
            <w:noProof/>
            <w:webHidden/>
          </w:rPr>
          <w:fldChar w:fldCharType="begin"/>
        </w:r>
        <w:r w:rsidR="00BA5DDB">
          <w:rPr>
            <w:noProof/>
            <w:webHidden/>
          </w:rPr>
          <w:instrText xml:space="preserve"> PAGEREF _Toc173312545 \h </w:instrText>
        </w:r>
        <w:r w:rsidR="00BA5DDB">
          <w:rPr>
            <w:noProof/>
            <w:webHidden/>
          </w:rPr>
        </w:r>
        <w:r w:rsidR="00BA5DDB">
          <w:rPr>
            <w:noProof/>
            <w:webHidden/>
          </w:rPr>
          <w:fldChar w:fldCharType="separate"/>
        </w:r>
        <w:r w:rsidR="00BA5DDB">
          <w:rPr>
            <w:noProof/>
            <w:webHidden/>
          </w:rPr>
          <w:t>7</w:t>
        </w:r>
        <w:r w:rsidR="00BA5DDB">
          <w:rPr>
            <w:noProof/>
            <w:webHidden/>
          </w:rPr>
          <w:fldChar w:fldCharType="end"/>
        </w:r>
      </w:hyperlink>
    </w:p>
    <w:p w14:paraId="6EAE9DA8" w14:textId="46280247" w:rsidR="00BA5DDB" w:rsidRDefault="00CA149B">
      <w:pPr>
        <w:pStyle w:val="Obsah2"/>
        <w:rPr>
          <w:rFonts w:asciiTheme="minorHAnsi" w:eastAsiaTheme="minorEastAsia" w:hAnsiTheme="minorHAnsi"/>
          <w:noProof/>
          <w:spacing w:val="0"/>
          <w:kern w:val="2"/>
          <w:sz w:val="24"/>
          <w:szCs w:val="24"/>
          <w:lang w:eastAsia="cs-CZ"/>
          <w14:ligatures w14:val="standardContextual"/>
        </w:rPr>
      </w:pPr>
      <w:hyperlink w:anchor="_Toc173312546" w:history="1">
        <w:r w:rsidR="00BA5DDB" w:rsidRPr="00F208A0">
          <w:rPr>
            <w:rStyle w:val="Hypertextovodkaz"/>
            <w:rFonts w:asciiTheme="majorHAnsi" w:hAnsiTheme="majorHAnsi"/>
          </w:rPr>
          <w:t>4.13</w:t>
        </w:r>
        <w:r w:rsidR="00BA5DDB">
          <w:rPr>
            <w:rFonts w:asciiTheme="minorHAnsi" w:eastAsiaTheme="minorEastAsia" w:hAnsiTheme="minorHAnsi"/>
            <w:noProof/>
            <w:spacing w:val="0"/>
            <w:kern w:val="2"/>
            <w:sz w:val="24"/>
            <w:szCs w:val="24"/>
            <w:lang w:eastAsia="cs-CZ"/>
            <w14:ligatures w14:val="standardContextual"/>
          </w:rPr>
          <w:tab/>
        </w:r>
        <w:r w:rsidR="00BA5DDB" w:rsidRPr="00F208A0">
          <w:rPr>
            <w:rStyle w:val="Hypertextovodkaz"/>
          </w:rPr>
          <w:t>Životní prostředí</w:t>
        </w:r>
        <w:r w:rsidR="00BA5DDB">
          <w:rPr>
            <w:noProof/>
            <w:webHidden/>
          </w:rPr>
          <w:tab/>
        </w:r>
        <w:r w:rsidR="00BA5DDB">
          <w:rPr>
            <w:noProof/>
            <w:webHidden/>
          </w:rPr>
          <w:fldChar w:fldCharType="begin"/>
        </w:r>
        <w:r w:rsidR="00BA5DDB">
          <w:rPr>
            <w:noProof/>
            <w:webHidden/>
          </w:rPr>
          <w:instrText xml:space="preserve"> PAGEREF _Toc173312546 \h </w:instrText>
        </w:r>
        <w:r w:rsidR="00BA5DDB">
          <w:rPr>
            <w:noProof/>
            <w:webHidden/>
          </w:rPr>
        </w:r>
        <w:r w:rsidR="00BA5DDB">
          <w:rPr>
            <w:noProof/>
            <w:webHidden/>
          </w:rPr>
          <w:fldChar w:fldCharType="separate"/>
        </w:r>
        <w:r w:rsidR="00BA5DDB">
          <w:rPr>
            <w:noProof/>
            <w:webHidden/>
          </w:rPr>
          <w:t>8</w:t>
        </w:r>
        <w:r w:rsidR="00BA5DDB">
          <w:rPr>
            <w:noProof/>
            <w:webHidden/>
          </w:rPr>
          <w:fldChar w:fldCharType="end"/>
        </w:r>
      </w:hyperlink>
    </w:p>
    <w:p w14:paraId="3BE322C1" w14:textId="6F8684B7"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47" w:history="1">
        <w:r w:rsidR="00BA5DDB" w:rsidRPr="00F208A0">
          <w:rPr>
            <w:rStyle w:val="Hypertextovodkaz"/>
          </w:rPr>
          <w:t>5.</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ORGANIZACE VÝSTAVBY, VÝLUKY</w:t>
        </w:r>
        <w:r w:rsidR="00BA5DDB">
          <w:rPr>
            <w:noProof/>
            <w:webHidden/>
          </w:rPr>
          <w:tab/>
        </w:r>
        <w:r w:rsidR="00BA5DDB">
          <w:rPr>
            <w:noProof/>
            <w:webHidden/>
          </w:rPr>
          <w:fldChar w:fldCharType="begin"/>
        </w:r>
        <w:r w:rsidR="00BA5DDB">
          <w:rPr>
            <w:noProof/>
            <w:webHidden/>
          </w:rPr>
          <w:instrText xml:space="preserve"> PAGEREF _Toc173312547 \h </w:instrText>
        </w:r>
        <w:r w:rsidR="00BA5DDB">
          <w:rPr>
            <w:noProof/>
            <w:webHidden/>
          </w:rPr>
        </w:r>
        <w:r w:rsidR="00BA5DDB">
          <w:rPr>
            <w:noProof/>
            <w:webHidden/>
          </w:rPr>
          <w:fldChar w:fldCharType="separate"/>
        </w:r>
        <w:r w:rsidR="00BA5DDB">
          <w:rPr>
            <w:noProof/>
            <w:webHidden/>
          </w:rPr>
          <w:t>9</w:t>
        </w:r>
        <w:r w:rsidR="00BA5DDB">
          <w:rPr>
            <w:noProof/>
            <w:webHidden/>
          </w:rPr>
          <w:fldChar w:fldCharType="end"/>
        </w:r>
      </w:hyperlink>
    </w:p>
    <w:p w14:paraId="13B90F2C" w14:textId="464A4A4E"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48" w:history="1">
        <w:r w:rsidR="00BA5DDB" w:rsidRPr="00F208A0">
          <w:rPr>
            <w:rStyle w:val="Hypertextovodkaz"/>
          </w:rPr>
          <w:t>6.</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SOUVISEJÍCÍ DOKUMENTY A PŘEDPISY</w:t>
        </w:r>
        <w:r w:rsidR="00BA5DDB">
          <w:rPr>
            <w:noProof/>
            <w:webHidden/>
          </w:rPr>
          <w:tab/>
        </w:r>
        <w:r w:rsidR="00BA5DDB">
          <w:rPr>
            <w:noProof/>
            <w:webHidden/>
          </w:rPr>
          <w:fldChar w:fldCharType="begin"/>
        </w:r>
        <w:r w:rsidR="00BA5DDB">
          <w:rPr>
            <w:noProof/>
            <w:webHidden/>
          </w:rPr>
          <w:instrText xml:space="preserve"> PAGEREF _Toc173312548 \h </w:instrText>
        </w:r>
        <w:r w:rsidR="00BA5DDB">
          <w:rPr>
            <w:noProof/>
            <w:webHidden/>
          </w:rPr>
        </w:r>
        <w:r w:rsidR="00BA5DDB">
          <w:rPr>
            <w:noProof/>
            <w:webHidden/>
          </w:rPr>
          <w:fldChar w:fldCharType="separate"/>
        </w:r>
        <w:r w:rsidR="00BA5DDB">
          <w:rPr>
            <w:noProof/>
            <w:webHidden/>
          </w:rPr>
          <w:t>9</w:t>
        </w:r>
        <w:r w:rsidR="00BA5DDB">
          <w:rPr>
            <w:noProof/>
            <w:webHidden/>
          </w:rPr>
          <w:fldChar w:fldCharType="end"/>
        </w:r>
      </w:hyperlink>
    </w:p>
    <w:p w14:paraId="3D87C248" w14:textId="23F19DF4" w:rsidR="00BA5DDB" w:rsidRDefault="00CA14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2549" w:history="1">
        <w:r w:rsidR="00BA5DDB" w:rsidRPr="00F208A0">
          <w:rPr>
            <w:rStyle w:val="Hypertextovodkaz"/>
          </w:rPr>
          <w:t>7.</w:t>
        </w:r>
        <w:r w:rsidR="00BA5DDB">
          <w:rPr>
            <w:rFonts w:asciiTheme="minorHAnsi" w:eastAsiaTheme="minorEastAsia" w:hAnsiTheme="minorHAnsi"/>
            <w:b w:val="0"/>
            <w:caps w:val="0"/>
            <w:noProof/>
            <w:spacing w:val="0"/>
            <w:kern w:val="2"/>
            <w:sz w:val="24"/>
            <w:szCs w:val="24"/>
            <w:lang w:eastAsia="cs-CZ"/>
            <w14:ligatures w14:val="standardContextual"/>
          </w:rPr>
          <w:tab/>
        </w:r>
        <w:r w:rsidR="00BA5DDB" w:rsidRPr="00F208A0">
          <w:rPr>
            <w:rStyle w:val="Hypertextovodkaz"/>
          </w:rPr>
          <w:t>PŘÍLOHY</w:t>
        </w:r>
        <w:r w:rsidR="00BA5DDB">
          <w:rPr>
            <w:noProof/>
            <w:webHidden/>
          </w:rPr>
          <w:tab/>
        </w:r>
        <w:r w:rsidR="00BA5DDB">
          <w:rPr>
            <w:noProof/>
            <w:webHidden/>
          </w:rPr>
          <w:fldChar w:fldCharType="begin"/>
        </w:r>
        <w:r w:rsidR="00BA5DDB">
          <w:rPr>
            <w:noProof/>
            <w:webHidden/>
          </w:rPr>
          <w:instrText xml:space="preserve"> PAGEREF _Toc173312549 \h </w:instrText>
        </w:r>
        <w:r w:rsidR="00BA5DDB">
          <w:rPr>
            <w:noProof/>
            <w:webHidden/>
          </w:rPr>
        </w:r>
        <w:r w:rsidR="00BA5DDB">
          <w:rPr>
            <w:noProof/>
            <w:webHidden/>
          </w:rPr>
          <w:fldChar w:fldCharType="separate"/>
        </w:r>
        <w:r w:rsidR="00BA5DDB">
          <w:rPr>
            <w:noProof/>
            <w:webHidden/>
          </w:rPr>
          <w:t>10</w:t>
        </w:r>
        <w:r w:rsidR="00BA5DDB">
          <w:rPr>
            <w:noProof/>
            <w:webHidden/>
          </w:rPr>
          <w:fldChar w:fldCharType="end"/>
        </w:r>
      </w:hyperlink>
    </w:p>
    <w:p w14:paraId="310E01D5" w14:textId="1C351FF2" w:rsidR="00AD0C7B" w:rsidRDefault="00BD7E91" w:rsidP="008D03B9">
      <w:r>
        <w:fldChar w:fldCharType="end"/>
      </w:r>
    </w:p>
    <w:p w14:paraId="01690526" w14:textId="41EF2D7B" w:rsidR="000145C8" w:rsidRPr="003B5AAE" w:rsidRDefault="000145C8" w:rsidP="000145C8">
      <w:pPr>
        <w:pStyle w:val="ZTPinfo-text"/>
        <w:rPr>
          <w:b/>
        </w:rPr>
      </w:pPr>
    </w:p>
    <w:p w14:paraId="34F74232" w14:textId="77777777" w:rsidR="00AD0C7B" w:rsidRDefault="00AD0C7B" w:rsidP="00DA1C67">
      <w:pPr>
        <w:pStyle w:val="Nadpisbezsl1-1"/>
        <w:outlineLvl w:val="0"/>
      </w:pPr>
      <w:bookmarkStart w:id="0" w:name="_Toc173312525"/>
      <w:bookmarkStart w:id="1" w:name="_Toc13731854"/>
      <w:r>
        <w:t>SEZNAM ZKRATEK</w:t>
      </w:r>
      <w:bookmarkEnd w:id="0"/>
      <w:r w:rsidR="0076790E">
        <w:t xml:space="preserve"> </w:t>
      </w:r>
      <w:bookmarkEnd w:id="1"/>
    </w:p>
    <w:p w14:paraId="0CB34545"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F1CD967" w14:textId="77777777" w:rsidTr="00041EC8">
        <w:tc>
          <w:tcPr>
            <w:tcW w:w="1250" w:type="dxa"/>
            <w:tcMar>
              <w:top w:w="28" w:type="dxa"/>
              <w:left w:w="0" w:type="dxa"/>
              <w:bottom w:w="28" w:type="dxa"/>
              <w:right w:w="0" w:type="dxa"/>
            </w:tcMar>
          </w:tcPr>
          <w:p w14:paraId="54752385" w14:textId="3B48F57F" w:rsidR="00AD0C7B" w:rsidRPr="00AD0C7B" w:rsidRDefault="00AD0C7B" w:rsidP="00AD0C7B">
            <w:pPr>
              <w:pStyle w:val="Zkratky1"/>
            </w:pPr>
          </w:p>
        </w:tc>
        <w:tc>
          <w:tcPr>
            <w:tcW w:w="7452" w:type="dxa"/>
            <w:tcMar>
              <w:top w:w="28" w:type="dxa"/>
              <w:left w:w="0" w:type="dxa"/>
              <w:bottom w:w="28" w:type="dxa"/>
              <w:right w:w="0" w:type="dxa"/>
            </w:tcMar>
          </w:tcPr>
          <w:p w14:paraId="2CE09765" w14:textId="35528F1C" w:rsidR="00AD0C7B" w:rsidRPr="006115D3" w:rsidRDefault="00AD0C7B" w:rsidP="000F15F1">
            <w:pPr>
              <w:pStyle w:val="Zkratky2"/>
            </w:pPr>
          </w:p>
        </w:tc>
      </w:tr>
      <w:tr w:rsidR="00AD0C7B" w:rsidRPr="00AD0C7B" w14:paraId="71AB8653" w14:textId="77777777" w:rsidTr="00041EC8">
        <w:tc>
          <w:tcPr>
            <w:tcW w:w="1250" w:type="dxa"/>
            <w:tcMar>
              <w:top w:w="28" w:type="dxa"/>
              <w:left w:w="0" w:type="dxa"/>
              <w:bottom w:w="28" w:type="dxa"/>
              <w:right w:w="0" w:type="dxa"/>
            </w:tcMar>
          </w:tcPr>
          <w:p w14:paraId="50CD2AD8"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69F185EB" w14:textId="77777777" w:rsidR="00AD0C7B" w:rsidRPr="006115D3" w:rsidRDefault="00D27E08" w:rsidP="000F15F1">
            <w:pPr>
              <w:pStyle w:val="Zkratky2"/>
            </w:pPr>
            <w:r>
              <w:t>Autorizovaný zeměměřický inženýr (dříve ÚOZI)</w:t>
            </w:r>
          </w:p>
        </w:tc>
      </w:tr>
      <w:tr w:rsidR="00AD0C7B" w:rsidRPr="00AD0C7B" w14:paraId="23715864" w14:textId="77777777" w:rsidTr="00041EC8">
        <w:tc>
          <w:tcPr>
            <w:tcW w:w="1250" w:type="dxa"/>
            <w:tcMar>
              <w:top w:w="28" w:type="dxa"/>
              <w:left w:w="0" w:type="dxa"/>
              <w:bottom w:w="28" w:type="dxa"/>
              <w:right w:w="0" w:type="dxa"/>
            </w:tcMar>
          </w:tcPr>
          <w:p w14:paraId="5C4D04F4"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11C3E693"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507B49F7" w14:textId="77777777" w:rsidTr="00041EC8">
        <w:tc>
          <w:tcPr>
            <w:tcW w:w="1250" w:type="dxa"/>
            <w:tcMar>
              <w:top w:w="28" w:type="dxa"/>
              <w:left w:w="0" w:type="dxa"/>
              <w:bottom w:w="28" w:type="dxa"/>
              <w:right w:w="0" w:type="dxa"/>
            </w:tcMar>
          </w:tcPr>
          <w:p w14:paraId="4E58B6A4" w14:textId="77777777" w:rsidR="00AD0C7B" w:rsidRPr="00AD0C7B" w:rsidRDefault="00AD0C7B" w:rsidP="00AD0C7B">
            <w:pPr>
              <w:pStyle w:val="Zkratky1"/>
            </w:pPr>
          </w:p>
        </w:tc>
        <w:tc>
          <w:tcPr>
            <w:tcW w:w="7452" w:type="dxa"/>
            <w:tcMar>
              <w:top w:w="28" w:type="dxa"/>
              <w:left w:w="0" w:type="dxa"/>
              <w:bottom w:w="28" w:type="dxa"/>
              <w:right w:w="0" w:type="dxa"/>
            </w:tcMar>
          </w:tcPr>
          <w:p w14:paraId="3C6381E7" w14:textId="77777777" w:rsidR="00AD0C7B" w:rsidRPr="006115D3" w:rsidRDefault="00AD0C7B" w:rsidP="000F15F1">
            <w:pPr>
              <w:pStyle w:val="Zkratky2"/>
            </w:pPr>
          </w:p>
        </w:tc>
      </w:tr>
    </w:tbl>
    <w:p w14:paraId="24D17AC6" w14:textId="77777777" w:rsidR="00041EC8" w:rsidRDefault="00041EC8" w:rsidP="00AD0C7B"/>
    <w:p w14:paraId="135FC2F1" w14:textId="77777777" w:rsidR="00826B7B" w:rsidRDefault="00826B7B">
      <w:r>
        <w:br w:type="page"/>
      </w:r>
    </w:p>
    <w:p w14:paraId="5BC65631" w14:textId="77777777" w:rsidR="00DF7BAA" w:rsidRDefault="00DF7BAA" w:rsidP="00DF7BAA">
      <w:pPr>
        <w:pStyle w:val="Nadpis2-1"/>
      </w:pPr>
      <w:bookmarkStart w:id="2" w:name="_Toc6410429"/>
      <w:bookmarkStart w:id="3" w:name="_Toc173312526"/>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62E569F2" w14:textId="77777777" w:rsidR="00DF7BAA" w:rsidRDefault="00DF7BAA" w:rsidP="00DF7BAA">
      <w:pPr>
        <w:pStyle w:val="Nadpis2-2"/>
      </w:pPr>
      <w:bookmarkStart w:id="9" w:name="_Toc6410430"/>
      <w:bookmarkStart w:id="10" w:name="_Toc173312527"/>
      <w:r>
        <w:t>Účel a rozsah předmětu Díla</w:t>
      </w:r>
      <w:bookmarkEnd w:id="9"/>
      <w:bookmarkEnd w:id="10"/>
    </w:p>
    <w:p w14:paraId="161E4215" w14:textId="001FFA65" w:rsidR="00DF7BAA" w:rsidRPr="00BA5DDB" w:rsidRDefault="00DF7BAA" w:rsidP="00DF7BAA">
      <w:pPr>
        <w:pStyle w:val="Text2-1"/>
      </w:pPr>
      <w:r w:rsidRPr="00BA5DDB">
        <w:t>Předmětem díla je zhotovení stavby „</w:t>
      </w:r>
      <w:r w:rsidR="00BB6CD6" w:rsidRPr="00BA5DDB">
        <w:rPr>
          <w:b/>
          <w:bCs/>
        </w:rPr>
        <w:t>Doplnění závor na přejezdu P7724 v km 263,911 trati Ostrava-Svinov – Opava východ</w:t>
      </w:r>
      <w:r w:rsidRPr="00BA5DDB">
        <w:t>.“</w:t>
      </w:r>
      <w:r w:rsidR="00EC4FA5" w:rsidRPr="00BA5DDB">
        <w:t>,</w:t>
      </w:r>
      <w:r w:rsidRPr="00BA5DDB">
        <w:t xml:space="preserve"> jejímž cílem je </w:t>
      </w:r>
      <w:r w:rsidR="00BB6CD6" w:rsidRPr="00BA5DDB">
        <w:t>zvýšení bezpečnosti na přejezdu, a to doplněním stávajícího přejezdového zabezpečovacího zařízení typu PZZ-EA závorovými břevny.</w:t>
      </w:r>
      <w:r w:rsidR="00807D99" w:rsidRPr="00BA5DDB">
        <w:t xml:space="preserve"> Zařízení bude umístěno v novém technologickém domku. Součástí stavby je rovněž směrová a výšková úprava GPK včetně doplnění štěrkového lože.</w:t>
      </w:r>
    </w:p>
    <w:p w14:paraId="64FB2385" w14:textId="19833CE8" w:rsidR="00DF7BAA" w:rsidRPr="00BA5DDB" w:rsidRDefault="00DF7BAA" w:rsidP="00DF7BAA">
      <w:pPr>
        <w:pStyle w:val="Text2-1"/>
      </w:pPr>
      <w:r w:rsidRPr="00BA5DDB">
        <w:t>Rozsah Díla „</w:t>
      </w:r>
      <w:r w:rsidR="00BB6CD6" w:rsidRPr="00BA5DDB">
        <w:rPr>
          <w:b/>
          <w:bCs/>
        </w:rPr>
        <w:t>Doplnění závor na přejezdu P7724 v km 263,911 trati Ostrava-Svinov – Opava východ</w:t>
      </w:r>
      <w:r w:rsidRPr="00BA5DDB">
        <w:t>“ je</w:t>
      </w:r>
      <w:r w:rsidR="00AC678D" w:rsidRPr="00BA5DDB">
        <w:t>:</w:t>
      </w:r>
    </w:p>
    <w:p w14:paraId="118E9BC8" w14:textId="77777777" w:rsidR="00D12C76" w:rsidRPr="00BA5DDB" w:rsidRDefault="00D12C76" w:rsidP="00936D2A">
      <w:pPr>
        <w:pStyle w:val="Odrka1-1"/>
      </w:pPr>
      <w:r w:rsidRPr="00BA5DDB">
        <w:t>zhotovení stavby dle zadávací dokumentace,</w:t>
      </w:r>
    </w:p>
    <w:p w14:paraId="26FB01CD" w14:textId="77777777" w:rsidR="00D12C76" w:rsidRPr="00BA5DDB" w:rsidRDefault="00D12C76" w:rsidP="00936D2A">
      <w:pPr>
        <w:pStyle w:val="Odrka1-1"/>
      </w:pPr>
      <w:r w:rsidRPr="00BA5DDB">
        <w:t>zpracování Realizační dokumentace stavby,</w:t>
      </w:r>
    </w:p>
    <w:p w14:paraId="0680ED84" w14:textId="77777777" w:rsidR="00D12C76" w:rsidRPr="00BA5DDB" w:rsidRDefault="00D12C76" w:rsidP="00936D2A">
      <w:pPr>
        <w:pStyle w:val="Odrka1-1"/>
      </w:pPr>
      <w:r w:rsidRPr="00BA5DDB">
        <w:t>vypracování Dokumentace skutečného provedení stavby</w:t>
      </w:r>
      <w:r w:rsidR="00E70AB8" w:rsidRPr="00BA5DDB">
        <w:t xml:space="preserve"> včetně geodetické části</w:t>
      </w:r>
      <w:r w:rsidRPr="00BA5DDB">
        <w:t>.</w:t>
      </w:r>
    </w:p>
    <w:p w14:paraId="42CCAE28" w14:textId="77777777" w:rsidR="00DF7BAA" w:rsidRPr="00BA5DDB" w:rsidRDefault="00DF7BAA" w:rsidP="00DF7BAA">
      <w:pPr>
        <w:pStyle w:val="Nadpis2-2"/>
      </w:pPr>
      <w:bookmarkStart w:id="11" w:name="_Toc6410431"/>
      <w:bookmarkStart w:id="12" w:name="_Toc173312528"/>
      <w:r w:rsidRPr="00BA5DDB">
        <w:t>Umístění stavby</w:t>
      </w:r>
      <w:bookmarkEnd w:id="11"/>
      <w:bookmarkEnd w:id="12"/>
    </w:p>
    <w:p w14:paraId="28A80D36" w14:textId="77777777" w:rsidR="00BB6CD6" w:rsidRPr="00BA5DDB" w:rsidRDefault="00DF7BAA" w:rsidP="00BB6CD6">
      <w:pPr>
        <w:pStyle w:val="Text2-1"/>
        <w:numPr>
          <w:ilvl w:val="2"/>
          <w:numId w:val="6"/>
        </w:numPr>
      </w:pPr>
      <w:r w:rsidRPr="00BA5DDB">
        <w:t xml:space="preserve">Stavba bude probíhat na trati </w:t>
      </w:r>
      <w:r w:rsidR="00BB6CD6" w:rsidRPr="00BA5DDB">
        <w:t>301F (dle TTP) Ostrava Svinov (mimo) – Opava východ (včetně).</w:t>
      </w:r>
    </w:p>
    <w:p w14:paraId="1B79635B" w14:textId="77777777" w:rsidR="006972D4" w:rsidRPr="00BA5DDB" w:rsidRDefault="006972D4" w:rsidP="006972D4">
      <w:pPr>
        <w:pStyle w:val="TabulkaNadpis"/>
      </w:pPr>
      <w:r w:rsidRPr="00BA5DDB">
        <w:t>Údaje o stavbě</w:t>
      </w:r>
    </w:p>
    <w:tbl>
      <w:tblPr>
        <w:tblStyle w:val="TabZTPbez"/>
        <w:tblW w:w="8080" w:type="dxa"/>
        <w:tblInd w:w="737" w:type="dxa"/>
        <w:tblLook w:val="04E0" w:firstRow="1" w:lastRow="1" w:firstColumn="1" w:lastColumn="0" w:noHBand="0" w:noVBand="1"/>
      </w:tblPr>
      <w:tblGrid>
        <w:gridCol w:w="2949"/>
        <w:gridCol w:w="5131"/>
      </w:tblGrid>
      <w:tr w:rsidR="00BB6CD6" w:rsidRPr="00BA5DDB" w14:paraId="20FF835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AE548D1" w14:textId="77777777" w:rsidR="00BB6CD6" w:rsidRPr="00BA5DDB" w:rsidRDefault="00BB6CD6" w:rsidP="00BB6CD6">
            <w:pPr>
              <w:pStyle w:val="Tabulka-7"/>
            </w:pPr>
            <w:r w:rsidRPr="00BA5DDB">
              <w:t>Označení (S-kód)</w:t>
            </w:r>
          </w:p>
        </w:tc>
        <w:tc>
          <w:tcPr>
            <w:tcW w:w="5131" w:type="dxa"/>
          </w:tcPr>
          <w:p w14:paraId="69273A96" w14:textId="3128A981" w:rsidR="00BB6CD6" w:rsidRPr="00BA5DDB" w:rsidRDefault="00BB6CD6" w:rsidP="00BB6CD6">
            <w:pPr>
              <w:pStyle w:val="Tabulka-7"/>
              <w:cnfStyle w:val="100000000000" w:firstRow="1" w:lastRow="0" w:firstColumn="0" w:lastColumn="0" w:oddVBand="0" w:evenVBand="0" w:oddHBand="0" w:evenHBand="0" w:firstRowFirstColumn="0" w:firstRowLastColumn="0" w:lastRowFirstColumn="0" w:lastRowLastColumn="0"/>
            </w:pPr>
            <w:r w:rsidRPr="00BA5DDB">
              <w:t>S622300066</w:t>
            </w:r>
          </w:p>
        </w:tc>
      </w:tr>
      <w:tr w:rsidR="00BB6CD6" w:rsidRPr="00BA5DDB" w14:paraId="5388E1BB"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55E0A81" w14:textId="77777777" w:rsidR="00BB6CD6" w:rsidRPr="00BA5DDB" w:rsidRDefault="00BB6CD6" w:rsidP="00BB6CD6">
            <w:pPr>
              <w:pStyle w:val="Tabulka-7"/>
            </w:pPr>
            <w:r w:rsidRPr="00BA5DDB">
              <w:t>Kraj</w:t>
            </w:r>
          </w:p>
        </w:tc>
        <w:tc>
          <w:tcPr>
            <w:tcW w:w="5131" w:type="dxa"/>
          </w:tcPr>
          <w:p w14:paraId="03C5BA4E" w14:textId="7FFB92F3" w:rsidR="00BB6CD6" w:rsidRPr="00BA5DDB" w:rsidRDefault="00BB6CD6" w:rsidP="00BB6CD6">
            <w:pPr>
              <w:pStyle w:val="Tabulka-7"/>
              <w:cnfStyle w:val="000000000000" w:firstRow="0" w:lastRow="0" w:firstColumn="0" w:lastColumn="0" w:oddVBand="0" w:evenVBand="0" w:oddHBand="0" w:evenHBand="0" w:firstRowFirstColumn="0" w:firstRowLastColumn="0" w:lastRowFirstColumn="0" w:lastRowLastColumn="0"/>
            </w:pPr>
            <w:r w:rsidRPr="00BA5DDB">
              <w:t>Moravskoslezský</w:t>
            </w:r>
          </w:p>
        </w:tc>
      </w:tr>
      <w:tr w:rsidR="00BB6CD6" w:rsidRPr="00BA5DDB" w14:paraId="5E709252"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548A0E5" w14:textId="77777777" w:rsidR="00BB6CD6" w:rsidRPr="00BA5DDB" w:rsidRDefault="00BB6CD6" w:rsidP="00BB6CD6">
            <w:pPr>
              <w:pStyle w:val="Tabulka-7"/>
            </w:pPr>
            <w:r w:rsidRPr="00BA5DDB">
              <w:t>Okres</w:t>
            </w:r>
          </w:p>
        </w:tc>
        <w:tc>
          <w:tcPr>
            <w:tcW w:w="5131" w:type="dxa"/>
          </w:tcPr>
          <w:p w14:paraId="0E51427E" w14:textId="7141735A" w:rsidR="00BB6CD6" w:rsidRPr="00BA5DDB" w:rsidRDefault="00BB6CD6" w:rsidP="00BB6CD6">
            <w:pPr>
              <w:pStyle w:val="Tabulka-7"/>
              <w:cnfStyle w:val="000000000000" w:firstRow="0" w:lastRow="0" w:firstColumn="0" w:lastColumn="0" w:oddVBand="0" w:evenVBand="0" w:oddHBand="0" w:evenHBand="0" w:firstRowFirstColumn="0" w:firstRowLastColumn="0" w:lastRowFirstColumn="0" w:lastRowLastColumn="0"/>
            </w:pPr>
            <w:r w:rsidRPr="00BA5DDB">
              <w:t>Ostrava-město</w:t>
            </w:r>
          </w:p>
        </w:tc>
      </w:tr>
      <w:tr w:rsidR="00BB6CD6" w:rsidRPr="00BA5DDB" w14:paraId="3742E02A"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FAA369F" w14:textId="77777777" w:rsidR="00BB6CD6" w:rsidRPr="00BA5DDB" w:rsidRDefault="00BB6CD6" w:rsidP="00BB6CD6">
            <w:pPr>
              <w:pStyle w:val="Tabulka-7"/>
            </w:pPr>
            <w:r w:rsidRPr="00BA5DDB">
              <w:t>Katastrální území</w:t>
            </w:r>
          </w:p>
        </w:tc>
        <w:tc>
          <w:tcPr>
            <w:tcW w:w="5131" w:type="dxa"/>
          </w:tcPr>
          <w:p w14:paraId="5FFE3BA4" w14:textId="76F3464B" w:rsidR="00BB6CD6" w:rsidRPr="00BA5DDB" w:rsidRDefault="00BB6CD6" w:rsidP="00BB6CD6">
            <w:pPr>
              <w:pStyle w:val="Tabulka-7"/>
              <w:cnfStyle w:val="000000000000" w:firstRow="0" w:lastRow="0" w:firstColumn="0" w:lastColumn="0" w:oddVBand="0" w:evenVBand="0" w:oddHBand="0" w:evenHBand="0" w:firstRowFirstColumn="0" w:firstRowLastColumn="0" w:lastRowFirstColumn="0" w:lastRowLastColumn="0"/>
            </w:pPr>
            <w:r w:rsidRPr="00BA5DDB">
              <w:t>Třebovice ve Slezsku</w:t>
            </w:r>
          </w:p>
        </w:tc>
      </w:tr>
      <w:tr w:rsidR="00BB6CD6" w:rsidRPr="005A2CE9" w14:paraId="7BC7CBD3"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B9E8014" w14:textId="77777777" w:rsidR="00BB6CD6" w:rsidRPr="00BA5DDB" w:rsidRDefault="00BB6CD6" w:rsidP="00BB6CD6">
            <w:pPr>
              <w:pStyle w:val="Tabulka-7"/>
            </w:pPr>
            <w:r w:rsidRPr="00BA5DDB">
              <w:t xml:space="preserve">Správce </w:t>
            </w:r>
          </w:p>
        </w:tc>
        <w:tc>
          <w:tcPr>
            <w:tcW w:w="5131" w:type="dxa"/>
          </w:tcPr>
          <w:p w14:paraId="2AA44A6C" w14:textId="435FC6E8" w:rsidR="00BB6CD6" w:rsidRPr="00BA5DDB" w:rsidRDefault="00BB6CD6" w:rsidP="00BB6CD6">
            <w:pPr>
              <w:pStyle w:val="Tabulka-7"/>
              <w:cnfStyle w:val="010000000000" w:firstRow="0" w:lastRow="1" w:firstColumn="0" w:lastColumn="0" w:oddVBand="0" w:evenVBand="0" w:oddHBand="0" w:evenHBand="0" w:firstRowFirstColumn="0" w:firstRowLastColumn="0" w:lastRowFirstColumn="0" w:lastRowLastColumn="0"/>
            </w:pPr>
            <w:r w:rsidRPr="00BA5DDB">
              <w:t>OŘ Ostrava</w:t>
            </w:r>
          </w:p>
        </w:tc>
      </w:tr>
    </w:tbl>
    <w:p w14:paraId="3AE35F81" w14:textId="77777777" w:rsidR="006972D4" w:rsidRDefault="006972D4" w:rsidP="006972D4">
      <w:pPr>
        <w:pStyle w:val="TextbezslBEZMEZER"/>
      </w:pPr>
    </w:p>
    <w:p w14:paraId="3618E64A" w14:textId="77777777" w:rsidR="00DF7BAA" w:rsidRDefault="00DF7BAA" w:rsidP="00DF7BAA">
      <w:pPr>
        <w:pStyle w:val="Nadpis2-1"/>
      </w:pPr>
      <w:bookmarkStart w:id="13" w:name="_Toc6410432"/>
      <w:bookmarkStart w:id="14" w:name="_Toc173312529"/>
      <w:r>
        <w:t>PŘEHLED VÝCHOZÍCH PODKLADŮ</w:t>
      </w:r>
      <w:bookmarkEnd w:id="13"/>
      <w:bookmarkEnd w:id="14"/>
    </w:p>
    <w:p w14:paraId="7447773A" w14:textId="77777777" w:rsidR="00DF7BAA" w:rsidRDefault="00DF7BAA" w:rsidP="00DF7BAA">
      <w:pPr>
        <w:pStyle w:val="Nadpis2-2"/>
      </w:pPr>
      <w:bookmarkStart w:id="15" w:name="_Toc6410433"/>
      <w:bookmarkStart w:id="16" w:name="_Toc173312530"/>
      <w:r>
        <w:t>Projektová dokumentace</w:t>
      </w:r>
      <w:bookmarkEnd w:id="15"/>
      <w:bookmarkEnd w:id="16"/>
    </w:p>
    <w:p w14:paraId="74B5DDCF" w14:textId="184EE97D" w:rsidR="00DF7BAA" w:rsidRPr="00BA5DDB" w:rsidRDefault="00DF7BAA" w:rsidP="00DF7BAA">
      <w:pPr>
        <w:pStyle w:val="Text2-1"/>
      </w:pPr>
      <w:r w:rsidRPr="00BA5DDB">
        <w:t>Projektová dokumentace „</w:t>
      </w:r>
      <w:r w:rsidR="00102777" w:rsidRPr="00BA5DDB">
        <w:t>Doplnění závor na přejezdu P7724 v km 263,911 trati Ostrava-Svinov – Opava východ</w:t>
      </w:r>
      <w:r w:rsidRPr="00BA5DDB">
        <w:t xml:space="preserve">“, zpracovatel </w:t>
      </w:r>
      <w:r w:rsidR="00102777" w:rsidRPr="00BA5DDB">
        <w:t>Signal Projekt s.r.o., Vídeňslá 55, 639 00 Brno,</w:t>
      </w:r>
      <w:r w:rsidRPr="00BA5DDB">
        <w:t xml:space="preserve"> datum</w:t>
      </w:r>
      <w:r w:rsidR="00102777" w:rsidRPr="00BA5DDB">
        <w:t xml:space="preserve"> 5/2024</w:t>
      </w:r>
    </w:p>
    <w:p w14:paraId="000B4437" w14:textId="77777777" w:rsidR="00BA2F47" w:rsidRDefault="00BA2F47" w:rsidP="00BA2F47">
      <w:pPr>
        <w:pStyle w:val="Textbezslovn"/>
      </w:pPr>
      <w:r>
        <w:t>Zhotovitel po uzavření SOD obdrží elektronickou podobu Projektové dokumentace v otevřené formě.</w:t>
      </w:r>
    </w:p>
    <w:p w14:paraId="240AC57D" w14:textId="77777777" w:rsidR="00DF7BAA" w:rsidRDefault="00DF7BAA" w:rsidP="00DF7BAA">
      <w:pPr>
        <w:pStyle w:val="Nadpis2-2"/>
      </w:pPr>
      <w:bookmarkStart w:id="17" w:name="_Toc6410434"/>
      <w:bookmarkStart w:id="18" w:name="_Toc173312531"/>
      <w:r>
        <w:t>Související dokumentace</w:t>
      </w:r>
      <w:bookmarkEnd w:id="17"/>
      <w:bookmarkEnd w:id="18"/>
    </w:p>
    <w:p w14:paraId="1CC5C28E" w14:textId="31185C7D" w:rsidR="00DF7BAA" w:rsidRDefault="00DF7BAA" w:rsidP="00DF7BAA">
      <w:pPr>
        <w:pStyle w:val="Text2-1"/>
      </w:pPr>
      <w:r w:rsidRPr="00D31957">
        <w:t>Schvalovací protokol projektu SŽ čj</w:t>
      </w:r>
      <w:r w:rsidR="000619E9" w:rsidRPr="00D31957">
        <w:t>.</w:t>
      </w:r>
      <w:r w:rsidRPr="00D31957">
        <w:t xml:space="preserve">: </w:t>
      </w:r>
      <w:r w:rsidR="00102777" w:rsidRPr="00D31957">
        <w:t>38951/2024-SŽ-GŘ-O6-Hlo</w:t>
      </w:r>
      <w:r w:rsidRPr="00D31957">
        <w:t xml:space="preserve"> ze dne </w:t>
      </w:r>
      <w:r w:rsidR="00102777" w:rsidRPr="00D31957">
        <w:t>14. června 2024</w:t>
      </w:r>
    </w:p>
    <w:p w14:paraId="0C862499" w14:textId="77777777" w:rsidR="00DF7BAA" w:rsidRPr="00AD11AF" w:rsidRDefault="00DF7BAA" w:rsidP="00AD11AF">
      <w:pPr>
        <w:pStyle w:val="Text2-1"/>
      </w:pPr>
      <w:r w:rsidRPr="00AD11AF">
        <w:t xml:space="preserve">Stavební povolení bude předáno bez zbytečného odkladu před podpisem Smlouvy vítěznému uchazeči. </w:t>
      </w:r>
    </w:p>
    <w:p w14:paraId="542FE24D" w14:textId="77777777" w:rsidR="00DF7BAA" w:rsidRDefault="00DF7BAA" w:rsidP="00DF7BAA">
      <w:pPr>
        <w:pStyle w:val="Nadpis2-1"/>
      </w:pPr>
      <w:bookmarkStart w:id="19" w:name="_Toc6410435"/>
      <w:bookmarkStart w:id="20" w:name="_Toc173312532"/>
      <w:r>
        <w:t>KOORDINACE S JINÝMI STAVBAMI</w:t>
      </w:r>
      <w:bookmarkEnd w:id="19"/>
      <w:bookmarkEnd w:id="20"/>
      <w:r>
        <w:t xml:space="preserve"> </w:t>
      </w:r>
    </w:p>
    <w:p w14:paraId="4C0974D2"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1D375C1" w14:textId="77777777" w:rsidR="00DF7BAA" w:rsidRPr="00BA5DDB" w:rsidRDefault="00DF7BAA" w:rsidP="00DF7BAA">
      <w:pPr>
        <w:pStyle w:val="Text2-1"/>
      </w:pPr>
      <w:r w:rsidRPr="00BA5DDB">
        <w:t>Koordinace musí probíhat zejména s níže uvedenými investicemi a opravnými pracemi:</w:t>
      </w:r>
    </w:p>
    <w:p w14:paraId="7127ED7C" w14:textId="76681968" w:rsidR="00102777" w:rsidRPr="00BA5DDB" w:rsidRDefault="00102777" w:rsidP="00102777">
      <w:pPr>
        <w:pStyle w:val="Odstavec1-1a"/>
      </w:pPr>
      <w:r w:rsidRPr="00BA5DDB">
        <w:t>Doplnění závor na přejezdu P7744 v km 284,986 trati Ostrava – Opava“, zpracovatel Signal Projekt s.r.o., Vídeňslá 55, 639 00 Brno, datum 5/2024</w:t>
      </w:r>
    </w:p>
    <w:p w14:paraId="4859424E" w14:textId="6BA1C281" w:rsidR="00DF7BAA" w:rsidRPr="00A15F9B" w:rsidRDefault="00A72914" w:rsidP="00A72914">
      <w:pPr>
        <w:pStyle w:val="Odstavec1-1a"/>
      </w:pPr>
      <w:bookmarkStart w:id="21" w:name="_Hlk173313106"/>
      <w:r w:rsidRPr="00A15F9B">
        <w:t xml:space="preserve">Studie proveditelnosti trati Ostrava-Svinov – Opava východ – Krnov </w:t>
      </w:r>
      <w:r w:rsidR="00DF7BAA" w:rsidRPr="00A15F9B">
        <w:t>(</w:t>
      </w:r>
      <w:r w:rsidR="00A15F9B" w:rsidRPr="00A15F9B">
        <w:t>zpracovatel AFRY CZ s.r.o., datum 2/2024</w:t>
      </w:r>
      <w:r w:rsidR="00DF7BAA" w:rsidRPr="00A15F9B">
        <w:t>)</w:t>
      </w:r>
    </w:p>
    <w:p w14:paraId="3A4F3F06" w14:textId="77777777" w:rsidR="00DF7BAA" w:rsidRDefault="00E70AB8" w:rsidP="00DF7BAA">
      <w:pPr>
        <w:pStyle w:val="Nadpis2-1"/>
      </w:pPr>
      <w:bookmarkStart w:id="22" w:name="_Toc6410436"/>
      <w:bookmarkStart w:id="23" w:name="_Toc173312533"/>
      <w:bookmarkEnd w:id="21"/>
      <w:r>
        <w:lastRenderedPageBreak/>
        <w:t xml:space="preserve">POŽADAVKY NA </w:t>
      </w:r>
      <w:r w:rsidR="00DF7BAA" w:rsidRPr="00EC2E51">
        <w:t>TECHNICKÉ</w:t>
      </w:r>
      <w:r w:rsidR="00DF7BAA">
        <w:t xml:space="preserve"> </w:t>
      </w:r>
      <w:r>
        <w:t>ŘEŠENÍ</w:t>
      </w:r>
      <w:r w:rsidR="00DF7BAA">
        <w:t xml:space="preserve"> PROVEDENÍ DÍLA</w:t>
      </w:r>
      <w:bookmarkEnd w:id="22"/>
      <w:bookmarkEnd w:id="23"/>
    </w:p>
    <w:p w14:paraId="0D31A0B3" w14:textId="77777777" w:rsidR="00DF7BAA" w:rsidRDefault="00DF7BAA" w:rsidP="00DF7BAA">
      <w:pPr>
        <w:pStyle w:val="Nadpis2-2"/>
      </w:pPr>
      <w:bookmarkStart w:id="24" w:name="_Toc6410437"/>
      <w:bookmarkStart w:id="25" w:name="_Toc173312534"/>
      <w:r>
        <w:t>Všeobecně</w:t>
      </w:r>
      <w:bookmarkEnd w:id="24"/>
      <w:bookmarkEnd w:id="25"/>
    </w:p>
    <w:p w14:paraId="4C3CE0BC"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5686617D"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7C56E667"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2CD1F022"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0CF625CA"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7F66D853" w14:textId="77777777" w:rsidR="00C83FA2" w:rsidRPr="00BA5DDB" w:rsidRDefault="00C83FA2" w:rsidP="00C83FA2">
      <w:pPr>
        <w:pStyle w:val="Text2-1"/>
      </w:pPr>
      <w:r w:rsidRPr="00BA5DDB">
        <w:t xml:space="preserve">Zhotovitel provede ruční kopané sondy za účelem ověření skutečného vedení inženýrských sítí před započetím zemních prací strojmo. </w:t>
      </w:r>
    </w:p>
    <w:p w14:paraId="2785DAF2" w14:textId="77777777" w:rsidR="00C83FA2" w:rsidRPr="00BA5DDB" w:rsidRDefault="00C83FA2" w:rsidP="00C83FA2">
      <w:pPr>
        <w:pStyle w:val="Text2-1"/>
      </w:pPr>
      <w:r w:rsidRPr="00BA5DDB">
        <w:t>V rámci výkopových prací (zejména pro kabelovod) bude kladen zvýšený důraz na ruční výkopy. Strojní mechanizace se bude moc použít až po odhalení všech kabelových vedení.</w:t>
      </w:r>
    </w:p>
    <w:p w14:paraId="31F6C915" w14:textId="77777777" w:rsidR="007A4FA9" w:rsidRDefault="007A4FA9" w:rsidP="00C83FA2">
      <w:pPr>
        <w:pStyle w:val="Text2-1"/>
      </w:pPr>
      <w:bookmarkStart w:id="26" w:name="_Ref147916882"/>
      <w:r w:rsidRPr="00BA5DDB">
        <w:t>Vyhrazené objekty (stavební buňky) pro potřeby Objednatele dle odst. (2) článku 1.9.4</w:t>
      </w:r>
      <w:r w:rsidRPr="00535B20">
        <w:t xml:space="preserve">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6"/>
    </w:p>
    <w:p w14:paraId="638D06F0"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6CEFE383" w14:textId="77777777" w:rsidR="00DF7BAA" w:rsidRDefault="00DF7BAA" w:rsidP="00DF7BAA">
      <w:pPr>
        <w:pStyle w:val="Nadpis2-2"/>
      </w:pPr>
      <w:bookmarkStart w:id="27" w:name="_Toc173312535"/>
      <w:r>
        <w:t xml:space="preserve">Zeměměřická </w:t>
      </w:r>
      <w:r w:rsidRPr="0080577B">
        <w:t>činnost</w:t>
      </w:r>
      <w:r>
        <w:t xml:space="preserve"> zhotovitele</w:t>
      </w:r>
      <w:bookmarkEnd w:id="27"/>
    </w:p>
    <w:p w14:paraId="49F7F93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49205BF7"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974FA47"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17B2770C" w14:textId="77777777"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348DC793"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01238339" w14:textId="77777777" w:rsidR="00DF7BAA" w:rsidRDefault="00DF7BAA" w:rsidP="00DF7BAA">
      <w:pPr>
        <w:pStyle w:val="Nadpis2-2"/>
      </w:pPr>
      <w:bookmarkStart w:id="28" w:name="_Toc6410438"/>
      <w:bookmarkStart w:id="29" w:name="_Toc173312536"/>
      <w:r>
        <w:lastRenderedPageBreak/>
        <w:t>Doklady pře</w:t>
      </w:r>
      <w:r w:rsidR="000C7E5E">
        <w:t>d</w:t>
      </w:r>
      <w:r>
        <w:t>kládané zhotovitelem</w:t>
      </w:r>
      <w:bookmarkEnd w:id="28"/>
      <w:bookmarkEnd w:id="29"/>
    </w:p>
    <w:p w14:paraId="4A6DC167"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CE87A1C" w14:textId="77777777" w:rsidR="00DF7BAA" w:rsidRPr="00BA5DDB" w:rsidRDefault="00DF7BAA" w:rsidP="00DF7BAA">
      <w:pPr>
        <w:pStyle w:val="Text2-1"/>
      </w:pPr>
      <w:r w:rsidRPr="00BA5DDB">
        <w:t xml:space="preserve">Zhotovitel doloží </w:t>
      </w:r>
      <w:r w:rsidRPr="00BA5DDB">
        <w:rPr>
          <w:b/>
        </w:rPr>
        <w:t>mimo jiné</w:t>
      </w:r>
      <w:r w:rsidRPr="00BA5DDB">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A709082" w14:textId="77777777" w:rsidR="000E528A" w:rsidRPr="00BA5DDB" w:rsidRDefault="000E528A" w:rsidP="000E528A">
      <w:pPr>
        <w:numPr>
          <w:ilvl w:val="0"/>
          <w:numId w:val="4"/>
        </w:numPr>
        <w:tabs>
          <w:tab w:val="num" w:pos="1134"/>
          <w:tab w:val="num" w:pos="8704"/>
        </w:tabs>
        <w:spacing w:after="80" w:line="264" w:lineRule="auto"/>
        <w:ind w:left="2127" w:hanging="1333"/>
        <w:jc w:val="both"/>
        <w:rPr>
          <w:b/>
          <w:bCs/>
          <w:sz w:val="18"/>
          <w:szCs w:val="18"/>
        </w:rPr>
      </w:pPr>
      <w:r w:rsidRPr="00BA5DDB">
        <w:rPr>
          <w:b/>
          <w:bCs/>
          <w:sz w:val="18"/>
          <w:szCs w:val="18"/>
        </w:rPr>
        <w:t>G-01 + G-03 nebo G-02</w:t>
      </w:r>
      <w:r w:rsidRPr="00BA5DDB">
        <w:rPr>
          <w:b/>
          <w:bCs/>
          <w:sz w:val="18"/>
          <w:szCs w:val="18"/>
        </w:rPr>
        <w:tab/>
      </w:r>
    </w:p>
    <w:p w14:paraId="1B648B98" w14:textId="77777777" w:rsidR="000E528A" w:rsidRPr="00BA5DDB" w:rsidRDefault="000E528A" w:rsidP="000E528A">
      <w:pPr>
        <w:tabs>
          <w:tab w:val="num" w:pos="1077"/>
        </w:tabs>
        <w:spacing w:after="80" w:line="264" w:lineRule="auto"/>
        <w:ind w:left="2127" w:hanging="567"/>
        <w:jc w:val="both"/>
        <w:rPr>
          <w:sz w:val="18"/>
          <w:szCs w:val="18"/>
        </w:rPr>
      </w:pPr>
      <w:r w:rsidRPr="00BA5DDB">
        <w:rPr>
          <w:b/>
          <w:bCs/>
          <w:sz w:val="18"/>
          <w:szCs w:val="18"/>
        </w:rPr>
        <w:t>G-01</w:t>
      </w:r>
      <w:r w:rsidRPr="00BA5DDB">
        <w:rPr>
          <w:b/>
          <w:bCs/>
          <w:sz w:val="18"/>
          <w:szCs w:val="18"/>
        </w:rPr>
        <w:tab/>
      </w:r>
      <w:r w:rsidRPr="00BA5DDB">
        <w:rPr>
          <w:sz w:val="18"/>
          <w:szCs w:val="18"/>
        </w:rPr>
        <w:t xml:space="preserve">Projektování a provádění prací při geodetické činnosti </w:t>
      </w:r>
    </w:p>
    <w:p w14:paraId="7B4BFAD1" w14:textId="77777777" w:rsidR="000E528A" w:rsidRPr="00BA5DDB" w:rsidRDefault="000E528A" w:rsidP="000E528A">
      <w:pPr>
        <w:tabs>
          <w:tab w:val="num" w:pos="1077"/>
        </w:tabs>
        <w:spacing w:after="80" w:line="264" w:lineRule="auto"/>
        <w:ind w:left="2127" w:hanging="567"/>
        <w:jc w:val="both"/>
        <w:rPr>
          <w:sz w:val="18"/>
          <w:szCs w:val="18"/>
        </w:rPr>
      </w:pPr>
      <w:r w:rsidRPr="00BA5DDB">
        <w:rPr>
          <w:b/>
          <w:bCs/>
          <w:sz w:val="18"/>
          <w:szCs w:val="18"/>
        </w:rPr>
        <w:t>G-02</w:t>
      </w:r>
      <w:r w:rsidRPr="00BA5DDB">
        <w:rPr>
          <w:sz w:val="18"/>
          <w:szCs w:val="18"/>
        </w:rPr>
        <w:tab/>
        <w:t xml:space="preserve">Ověřování výsledků zeměměřičských činností dle zákona č. 200/1994 Sb. v rozsahu úředního oprávnění c) </w:t>
      </w:r>
    </w:p>
    <w:p w14:paraId="2CE21166" w14:textId="77777777" w:rsidR="000E528A" w:rsidRPr="00BA5DDB" w:rsidRDefault="000E528A" w:rsidP="000E528A">
      <w:pPr>
        <w:tabs>
          <w:tab w:val="num" w:pos="1077"/>
        </w:tabs>
        <w:spacing w:after="80" w:line="264" w:lineRule="auto"/>
        <w:ind w:left="2127" w:hanging="567"/>
        <w:jc w:val="both"/>
        <w:rPr>
          <w:sz w:val="18"/>
          <w:szCs w:val="18"/>
        </w:rPr>
      </w:pPr>
      <w:r w:rsidRPr="00BA5DDB">
        <w:rPr>
          <w:b/>
          <w:bCs/>
          <w:sz w:val="18"/>
          <w:szCs w:val="18"/>
        </w:rPr>
        <w:t>G-03</w:t>
      </w:r>
      <w:r w:rsidRPr="00BA5DDB">
        <w:rPr>
          <w:sz w:val="18"/>
          <w:szCs w:val="18"/>
        </w:rPr>
        <w:tab/>
        <w:t>Ověřování výsledků zeměměřičských činností dle zákona č. 200/1994 Sb. v rozsahu úředního oprávnění c) dodavatelem,</w:t>
      </w:r>
    </w:p>
    <w:p w14:paraId="77C23810" w14:textId="77777777" w:rsidR="000E528A" w:rsidRPr="00BA5DDB" w:rsidRDefault="000E528A" w:rsidP="000E528A">
      <w:pPr>
        <w:numPr>
          <w:ilvl w:val="0"/>
          <w:numId w:val="4"/>
        </w:numPr>
        <w:tabs>
          <w:tab w:val="num" w:pos="1134"/>
          <w:tab w:val="num" w:pos="8704"/>
        </w:tabs>
        <w:spacing w:after="80" w:line="264" w:lineRule="auto"/>
        <w:ind w:left="2127" w:hanging="1333"/>
        <w:jc w:val="both"/>
        <w:rPr>
          <w:sz w:val="18"/>
          <w:szCs w:val="18"/>
        </w:rPr>
      </w:pPr>
      <w:r w:rsidRPr="00BA5DDB">
        <w:rPr>
          <w:b/>
          <w:bCs/>
          <w:sz w:val="18"/>
          <w:szCs w:val="18"/>
        </w:rPr>
        <w:t>Z-06c</w:t>
      </w:r>
      <w:r w:rsidRPr="00BA5DDB">
        <w:rPr>
          <w:sz w:val="18"/>
          <w:szCs w:val="18"/>
        </w:rPr>
        <w:tab/>
        <w:t>Řízení prací při stavbách na neprovozovaném zabezpečovacím zařízení, MST a VST,</w:t>
      </w:r>
    </w:p>
    <w:p w14:paraId="3F740443" w14:textId="77777777" w:rsidR="000E528A" w:rsidRPr="00BA5DDB" w:rsidRDefault="000E528A" w:rsidP="000E528A">
      <w:pPr>
        <w:numPr>
          <w:ilvl w:val="0"/>
          <w:numId w:val="4"/>
        </w:numPr>
        <w:tabs>
          <w:tab w:val="num" w:pos="1134"/>
          <w:tab w:val="num" w:pos="8704"/>
        </w:tabs>
        <w:spacing w:after="120" w:line="264" w:lineRule="auto"/>
        <w:ind w:left="2126" w:hanging="1332"/>
        <w:jc w:val="both"/>
        <w:rPr>
          <w:sz w:val="18"/>
          <w:szCs w:val="18"/>
        </w:rPr>
      </w:pPr>
      <w:r w:rsidRPr="00BA5DDB">
        <w:rPr>
          <w:b/>
          <w:bCs/>
          <w:sz w:val="18"/>
          <w:szCs w:val="18"/>
        </w:rPr>
        <w:t>TZE</w:t>
      </w:r>
      <w:r w:rsidRPr="00BA5DDB">
        <w:rPr>
          <w:sz w:val="18"/>
          <w:szCs w:val="18"/>
        </w:rPr>
        <w:tab/>
        <w:t>Provádění revizí, prohlídek a zkoušek UTZ dle vyhlášky 100/1995Sb §1 odst. 4 a/nebo provádění revizí dle vyhlášky 50/1978Sb. §9 nebo dle zákona 250/2021 Sb. §19 odst. 2.</w:t>
      </w:r>
    </w:p>
    <w:p w14:paraId="6E3E9905" w14:textId="77777777" w:rsidR="00DF7BAA" w:rsidRPr="00BA5DDB" w:rsidRDefault="00DF7BAA" w:rsidP="00DF7BAA">
      <w:pPr>
        <w:pStyle w:val="Text2-1"/>
      </w:pPr>
      <w:r w:rsidRPr="00BA5DDB">
        <w:t xml:space="preserve">Výše uvedené doklady upravující odbornou způsobilost musí osvědčit odbornou způsobilost samotného dodavatele (je-li fyzickou osobou) nebo jiné osoby, která bude pro dodavatele příslušnou činnost vykonávat.  </w:t>
      </w:r>
    </w:p>
    <w:p w14:paraId="627182FC" w14:textId="77777777" w:rsidR="00DF7BAA" w:rsidRDefault="00DF7BAA" w:rsidP="00DF7BAA">
      <w:pPr>
        <w:pStyle w:val="Nadpis2-2"/>
      </w:pPr>
      <w:bookmarkStart w:id="30" w:name="_Toc6410439"/>
      <w:bookmarkStart w:id="31" w:name="_Toc173312537"/>
      <w:r>
        <w:t>Dokumentace zhotovitele pro stavbu</w:t>
      </w:r>
      <w:bookmarkEnd w:id="30"/>
      <w:bookmarkEnd w:id="31"/>
    </w:p>
    <w:p w14:paraId="17783089" w14:textId="77777777" w:rsidR="00DF7BAA" w:rsidRPr="00BA5DDB" w:rsidRDefault="00130E62" w:rsidP="00562909">
      <w:pPr>
        <w:pStyle w:val="Text2-1"/>
      </w:pPr>
      <w:r w:rsidRPr="00BA5DDB">
        <w:t>Součástí předmětu díla je i vyhotovení Realizační dokumentace stavby (výrobní, montážní, dílenské, dokumentace dodavatele mostních objektů), která v případě potřeby rozpracovává PDPS</w:t>
      </w:r>
      <w:r w:rsidR="00562909" w:rsidRPr="00BA5DDB">
        <w:t xml:space="preserve"> s ohledem na znalosti konkrétních dodávaných výrobků, technologií, postupů a výrobních podmínek Zhotovitele.</w:t>
      </w:r>
      <w:r w:rsidRPr="00BA5DDB">
        <w:t xml:space="preserve"> </w:t>
      </w:r>
      <w:r w:rsidR="00562909" w:rsidRPr="00BA5DDB">
        <w:t>Obsah a rozsah RDS je definován přílohou P8 směrnice SŽ SM011, Dokumentace staveb Správy železnic, státní organizace (dále jen „SŽ SM011“),</w:t>
      </w:r>
      <w:r w:rsidRPr="00BA5DDB">
        <w:t xml:space="preserve"> zejména</w:t>
      </w:r>
      <w:r w:rsidR="00E37E06" w:rsidRPr="00BA5DDB">
        <w:t> </w:t>
      </w:r>
      <w:r w:rsidRPr="00BA5DDB">
        <w:t>pro:</w:t>
      </w:r>
    </w:p>
    <w:p w14:paraId="16AF5B61" w14:textId="2F2F226A" w:rsidR="000E528A" w:rsidRPr="00BA5DDB" w:rsidRDefault="000E528A" w:rsidP="000E528A">
      <w:pPr>
        <w:pStyle w:val="Odstavec1-1a"/>
        <w:numPr>
          <w:ilvl w:val="0"/>
          <w:numId w:val="7"/>
        </w:numPr>
        <w:spacing w:after="120"/>
      </w:pPr>
      <w:r w:rsidRPr="00BA5DDB">
        <w:t>PS přejezdového zabezpečovacího zařízení včetně návazností na technologie sdělovacího zařízení a včetně zapracování přechodových stavů sdělovacího a zabezpečovacího zařízení v souladu s</w:t>
      </w:r>
      <w:r w:rsidR="00BA5DDB">
        <w:t> </w:t>
      </w:r>
      <w:r w:rsidRPr="00BA5DDB">
        <w:t>ZOV</w:t>
      </w:r>
      <w:r w:rsidR="00BA5DDB">
        <w:t>.</w:t>
      </w:r>
    </w:p>
    <w:p w14:paraId="4BB8A68F"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2DCDF6C3" w14:textId="77777777" w:rsidR="003E2007" w:rsidRPr="00BA5DDB" w:rsidRDefault="003E2007" w:rsidP="003E2007">
      <w:pPr>
        <w:pStyle w:val="Text2-1"/>
      </w:pPr>
      <w:r w:rsidRPr="00BA5DDB">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1806D62" w14:textId="39DE7C6A" w:rsidR="003E2007" w:rsidRPr="00BA5DDB" w:rsidRDefault="003E2007" w:rsidP="003E2007">
      <w:pPr>
        <w:pStyle w:val="Text2-1"/>
      </w:pPr>
      <w:r w:rsidRPr="00BA5DDB">
        <w:t xml:space="preserve">Rozsah vzorkování je určen přílohou </w:t>
      </w:r>
      <w:r w:rsidRPr="00BA5DDB">
        <w:fldChar w:fldCharType="begin"/>
      </w:r>
      <w:r w:rsidRPr="00BA5DDB">
        <w:instrText xml:space="preserve"> REF _Ref132122149 \r \h </w:instrText>
      </w:r>
      <w:r w:rsidR="004E524B" w:rsidRPr="00BA5DDB">
        <w:instrText xml:space="preserve"> \* MERGEFORMAT </w:instrText>
      </w:r>
      <w:r w:rsidRPr="00BA5DDB">
        <w:fldChar w:fldCharType="separate"/>
      </w:r>
      <w:r w:rsidR="00BA5DDB">
        <w:t>7.1.1</w:t>
      </w:r>
      <w:r w:rsidRPr="00BA5DDB">
        <w:fldChar w:fldCharType="end"/>
      </w:r>
      <w:r w:rsidRPr="00BA5DDB">
        <w:t xml:space="preserve"> těchto ZTP. Vzorkovány budou všechny viditelné prvky konstrukcí, materiály a povrchové úpravy stavebních konstrukcí. Všechny použité materiály budou </w:t>
      </w:r>
      <w:r w:rsidR="00037612" w:rsidRPr="00BA5DDB">
        <w:t>Objednatelem</w:t>
      </w:r>
      <w:r w:rsidRPr="00BA5DDB">
        <w:t xml:space="preserve"> schváleny a vzorky budou Zhotovitelem vedeny v seznamu vzorků (vzorkovací kniha), kde každý vzorek bude mít prostor pro vyjádření </w:t>
      </w:r>
      <w:r w:rsidR="00037612" w:rsidRPr="00BA5DDB">
        <w:t>Objedna</w:t>
      </w:r>
      <w:r w:rsidR="00CA4B8C" w:rsidRPr="00BA5DDB">
        <w:t>tele</w:t>
      </w:r>
      <w:r w:rsidRPr="00BA5DDB">
        <w:t xml:space="preserve"> a jím pověřených osob.</w:t>
      </w:r>
    </w:p>
    <w:p w14:paraId="46F11A93" w14:textId="77777777" w:rsidR="003E2007" w:rsidRPr="00BA5DDB" w:rsidRDefault="003E2007" w:rsidP="003E2007">
      <w:pPr>
        <w:pStyle w:val="Text2-1"/>
      </w:pPr>
      <w:r w:rsidRPr="00BA5DDB">
        <w:lastRenderedPageBreak/>
        <w:t>Všechny materiály a výrobky, které se v jednom uceleném prostoru nacházejí, budou vzorkovány v ucelených souvisejících souborech. Schválené vzorky budou zůstávat na</w:t>
      </w:r>
      <w:r w:rsidR="000F68E8" w:rsidRPr="00BA5DDB">
        <w:t> </w:t>
      </w:r>
      <w:r w:rsidRPr="00BA5DDB">
        <w:t>stavbě pro potřeby dalšího vzorkování.</w:t>
      </w:r>
    </w:p>
    <w:p w14:paraId="2A95484E"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3C039614"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191B09CF" w14:textId="77777777" w:rsidR="00DF7BAA" w:rsidRDefault="00DF7BAA" w:rsidP="00DF7BAA">
      <w:pPr>
        <w:pStyle w:val="Nadpis2-2"/>
      </w:pPr>
      <w:bookmarkStart w:id="32" w:name="_Toc6410440"/>
      <w:bookmarkStart w:id="33" w:name="_Toc173312538"/>
      <w:r>
        <w:t>Dokumentace skutečného provedení stavby</w:t>
      </w:r>
      <w:bookmarkEnd w:id="32"/>
      <w:bookmarkEnd w:id="33"/>
    </w:p>
    <w:p w14:paraId="3D54107C" w14:textId="77777777" w:rsidR="00B53E41" w:rsidRDefault="00B53E41" w:rsidP="00B53E41">
      <w:pPr>
        <w:pStyle w:val="Text2-1"/>
      </w:pPr>
      <w:r>
        <w:t xml:space="preserve">DSPS bude zpracována dle </w:t>
      </w:r>
      <w:r w:rsidR="00E37E06">
        <w:t>p</w:t>
      </w:r>
      <w:r>
        <w:t>řílohy P9 směrnice SŽ SM011.</w:t>
      </w:r>
    </w:p>
    <w:p w14:paraId="12ABD2C6" w14:textId="77777777" w:rsidR="00DF7BAA" w:rsidRPr="00BA5DDB" w:rsidRDefault="00DF7BAA" w:rsidP="00DF7BAA">
      <w:pPr>
        <w:pStyle w:val="Text2-1"/>
      </w:pPr>
      <w:r w:rsidRPr="00BA5DDB">
        <w:t xml:space="preserve">Součástí </w:t>
      </w:r>
      <w:r w:rsidR="004C05CC" w:rsidRPr="00BA5DDB">
        <w:t>DSPS</w:t>
      </w:r>
      <w:r w:rsidRPr="00BA5DDB">
        <w:t xml:space="preserve"> kromě jiného budou:</w:t>
      </w:r>
    </w:p>
    <w:p w14:paraId="6907A8F9" w14:textId="3ED6CB92" w:rsidR="000E528A" w:rsidRPr="00F42850" w:rsidRDefault="000E528A" w:rsidP="000E528A">
      <w:pPr>
        <w:pStyle w:val="Odrka1-1"/>
        <w:numPr>
          <w:ilvl w:val="0"/>
          <w:numId w:val="4"/>
        </w:numPr>
      </w:pPr>
      <w:r w:rsidRPr="00F42850">
        <w:t xml:space="preserve">Schválené situační schéma </w:t>
      </w:r>
      <w:r>
        <w:t xml:space="preserve">a </w:t>
      </w:r>
      <w:r w:rsidRPr="00F42850">
        <w:t>tabulk</w:t>
      </w:r>
      <w:r>
        <w:t>a</w:t>
      </w:r>
      <w:r w:rsidRPr="00F42850">
        <w:t xml:space="preserve"> přejezdu, případně závěrové tabulky</w:t>
      </w:r>
      <w:r>
        <w:t xml:space="preserve"> dotčených stanic</w:t>
      </w:r>
    </w:p>
    <w:p w14:paraId="65EA5583" w14:textId="77777777" w:rsidR="000E528A" w:rsidRPr="00F42850" w:rsidRDefault="000E528A" w:rsidP="000E528A">
      <w:pPr>
        <w:pStyle w:val="Odrka1-1"/>
        <w:numPr>
          <w:ilvl w:val="0"/>
          <w:numId w:val="4"/>
        </w:numPr>
      </w:pPr>
      <w:r w:rsidRPr="00F42850">
        <w:t>Výchozí revizní zpráva, Technická prohlídka a zkoušky, Průkaz způsobilosti</w:t>
      </w:r>
    </w:p>
    <w:p w14:paraId="69DF627F" w14:textId="77777777" w:rsidR="000E528A" w:rsidRPr="00F42850" w:rsidRDefault="000E528A" w:rsidP="000E528A">
      <w:pPr>
        <w:pStyle w:val="Odrka1-1"/>
        <w:numPr>
          <w:ilvl w:val="0"/>
          <w:numId w:val="4"/>
        </w:numPr>
      </w:pPr>
      <w:r w:rsidRPr="00F42850">
        <w:t>Kompletní dokladová část včetně certifikátů a atestů na použitý materiál a zařízení dle TKP</w:t>
      </w:r>
    </w:p>
    <w:p w14:paraId="39D28F28" w14:textId="4487D6FB" w:rsidR="000E528A" w:rsidRDefault="000E528A" w:rsidP="000E528A">
      <w:pPr>
        <w:pStyle w:val="Odrka1-1"/>
        <w:numPr>
          <w:ilvl w:val="0"/>
          <w:numId w:val="4"/>
        </w:numPr>
      </w:pPr>
      <w:r w:rsidRPr="00F42850">
        <w:t>Geodetická dokumentace včetně schvalovacího protokolu od SŽG</w:t>
      </w:r>
    </w:p>
    <w:p w14:paraId="78FEB76F" w14:textId="53740FED" w:rsidR="000E528A" w:rsidRDefault="000E528A" w:rsidP="005C14C5">
      <w:pPr>
        <w:pStyle w:val="Odrka1-1"/>
        <w:numPr>
          <w:ilvl w:val="0"/>
          <w:numId w:val="4"/>
        </w:numPr>
      </w:pPr>
      <w:r>
        <w:t xml:space="preserve">Zaměření nivelet pozemní komunikace v oblasti železničního přejezdu </w:t>
      </w:r>
      <w:r w:rsidRPr="00335175">
        <w:t xml:space="preserve">(viz příloha </w:t>
      </w:r>
      <w:r w:rsidRPr="00335175">
        <w:fldChar w:fldCharType="begin"/>
      </w:r>
      <w:r w:rsidRPr="00335175">
        <w:instrText xml:space="preserve"> REF _Ref169532562 \r \h </w:instrText>
      </w:r>
      <w:r>
        <w:instrText xml:space="preserve"> \* MERGEFORMAT </w:instrText>
      </w:r>
      <w:r w:rsidRPr="00335175">
        <w:fldChar w:fldCharType="separate"/>
      </w:r>
      <w:r w:rsidR="00BA5DDB">
        <w:t>7.1.2</w:t>
      </w:r>
      <w:r w:rsidRPr="00335175">
        <w:fldChar w:fldCharType="end"/>
      </w:r>
      <w:r w:rsidRPr="00335175">
        <w:t xml:space="preserve"> těchto ZTP</w:t>
      </w:r>
      <w:r>
        <w:t>)</w:t>
      </w:r>
    </w:p>
    <w:p w14:paraId="5DCAD662" w14:textId="67DBDEC9" w:rsidR="000E528A" w:rsidRPr="00F42850" w:rsidRDefault="000E528A" w:rsidP="005C14C5">
      <w:pPr>
        <w:pStyle w:val="Odrka1-1"/>
        <w:numPr>
          <w:ilvl w:val="0"/>
          <w:numId w:val="4"/>
        </w:numPr>
      </w:pPr>
      <w:r w:rsidRPr="00F42850">
        <w:t>Zpráva o nezávislém posouzení bezpečnosti, analýze a hodnocení rizik změny železniční infrastruktury, provedených podle nařízení Komise (EU)</w:t>
      </w:r>
    </w:p>
    <w:p w14:paraId="64C1B0BF" w14:textId="62187ACF" w:rsidR="00DF7BAA" w:rsidRPr="001D70DC" w:rsidRDefault="001D70DC" w:rsidP="001D70DC">
      <w:pPr>
        <w:pStyle w:val="Odrka1-1"/>
        <w:numPr>
          <w:ilvl w:val="0"/>
          <w:numId w:val="4"/>
        </w:numPr>
        <w:spacing w:after="60"/>
      </w:pPr>
      <w:r w:rsidRPr="001D70DC">
        <w:t>Závěrečná zpráva odpadového hospodářství stavby dle článku 10 Směrnice SM096, podle závazné osnovy uvedené v příloze B.1 Směrnice, včetně Výkazu odpadového hospodářství dle Přílohy B.2 Směrnice.</w:t>
      </w:r>
    </w:p>
    <w:p w14:paraId="5E3D7E93" w14:textId="16FF0270" w:rsidR="00B94742" w:rsidRPr="00BA5DDB" w:rsidRDefault="00B94742" w:rsidP="00FA17DD">
      <w:pPr>
        <w:pStyle w:val="Text2-1"/>
      </w:pPr>
      <w:r w:rsidRPr="00BA5DDB">
        <w:t xml:space="preserve">Předání DSPS dle </w:t>
      </w:r>
      <w:r w:rsidR="00090F72" w:rsidRPr="00BA5DDB">
        <w:t xml:space="preserve">článku </w:t>
      </w:r>
      <w:r w:rsidR="00FA17DD" w:rsidRPr="00BA5DDB">
        <w:t xml:space="preserve">1.11.5 Kapitoly 1 TKP </w:t>
      </w:r>
      <w:r w:rsidRPr="00BA5DDB">
        <w:t>proběhne na médiu</w:t>
      </w:r>
      <w:r w:rsidR="00FA17DD" w:rsidRPr="00BA5DDB">
        <w:t>:</w:t>
      </w:r>
      <w:r w:rsidRPr="00BA5DDB">
        <w:t xml:space="preserve"> DVD disk. </w:t>
      </w:r>
    </w:p>
    <w:p w14:paraId="0F2A3103" w14:textId="77777777" w:rsidR="00DF7BAA" w:rsidRDefault="00DF7BAA" w:rsidP="00DF7BAA">
      <w:pPr>
        <w:pStyle w:val="Nadpis2-2"/>
      </w:pPr>
      <w:bookmarkStart w:id="34" w:name="_Toc6410441"/>
      <w:bookmarkStart w:id="35" w:name="_Toc173312539"/>
      <w:r>
        <w:t>Zabezpečovací zařízení</w:t>
      </w:r>
      <w:bookmarkEnd w:id="34"/>
      <w:bookmarkEnd w:id="35"/>
    </w:p>
    <w:p w14:paraId="60A6F2D1" w14:textId="77777777" w:rsidR="004012C9" w:rsidRDefault="004012C9" w:rsidP="004012C9">
      <w:pPr>
        <w:pStyle w:val="Text2-1"/>
      </w:pPr>
      <w:r>
        <w:t>Součinnost Zhotovitele při přezkoušení zabezpečovacích zařízení</w:t>
      </w:r>
    </w:p>
    <w:p w14:paraId="7FBE14A3"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A2AB3D1"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1341237C"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4FAF542"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A9FBB11" w14:textId="3EF9D9E7" w:rsidR="00DF7BAA" w:rsidRDefault="000E528A" w:rsidP="00DF7BAA">
      <w:pPr>
        <w:pStyle w:val="Text2-1"/>
      </w:pPr>
      <w:r w:rsidRPr="00F42850">
        <w:t>S ohledem na skutečnost, že stavbou je upravováno mimo jiné i stávající zabezpečovací zařízení, je nutné, aby zhotovení Díla probíhalo v úzké spolupráci se správcem zařízení a jeho odbornými složkami</w:t>
      </w:r>
      <w:r w:rsidR="00DF7BAA">
        <w:t>.</w:t>
      </w:r>
    </w:p>
    <w:p w14:paraId="0CD87011" w14:textId="77777777" w:rsidR="00DF7BAA" w:rsidRDefault="00DF7BAA" w:rsidP="00DF7BAA">
      <w:pPr>
        <w:pStyle w:val="Nadpis2-2"/>
      </w:pPr>
      <w:bookmarkStart w:id="36" w:name="_Toc6410442"/>
      <w:bookmarkStart w:id="37" w:name="_Toc173312540"/>
      <w:r>
        <w:lastRenderedPageBreak/>
        <w:t>Sdělovací zařízení</w:t>
      </w:r>
      <w:bookmarkEnd w:id="36"/>
      <w:bookmarkEnd w:id="37"/>
    </w:p>
    <w:p w14:paraId="664FFD70" w14:textId="495405A5" w:rsidR="00DF7BAA" w:rsidRPr="00BA5DDB" w:rsidRDefault="00A72914" w:rsidP="00A72914">
      <w:pPr>
        <w:pStyle w:val="Text2-1"/>
      </w:pPr>
      <w:r w:rsidRPr="00BA5DDB">
        <w:t>V zájmovém území přejezdu P7724 v km 263,911 prochází kabelové sítě ve správě SŽ, SŽT a ČD-Telematiky a.s. Jedná se to metalický kabel TCEPKPFLEY 15XN0,8 a optický dálkový kabel DOK 24vl., oba v trase Ostrava-Svinov – Opava východ a dálkový optický kabel 72vl. ve správě ČD-Telematiky a.s. Z žádného z uvedených kabelů není proveden výpich v místě přejezdu P7724 v km 263,911.</w:t>
      </w:r>
    </w:p>
    <w:p w14:paraId="25BA938C" w14:textId="77777777" w:rsidR="00DF7BAA" w:rsidRPr="00BA5DDB" w:rsidRDefault="00DF7BAA" w:rsidP="00DF7BAA">
      <w:pPr>
        <w:pStyle w:val="Nadpis2-2"/>
      </w:pPr>
      <w:bookmarkStart w:id="38" w:name="_Toc6410443"/>
      <w:bookmarkStart w:id="39" w:name="_Toc173312541"/>
      <w:r w:rsidRPr="00BA5DDB">
        <w:t>Silnoproudá technologie včetně DŘT, trakční a energetická zařízení</w:t>
      </w:r>
      <w:bookmarkEnd w:id="38"/>
      <w:bookmarkEnd w:id="39"/>
    </w:p>
    <w:p w14:paraId="01BB1DE2" w14:textId="4934174F" w:rsidR="00DF7BAA" w:rsidRPr="00BA5DDB" w:rsidRDefault="00000A81" w:rsidP="00DF7BAA">
      <w:pPr>
        <w:pStyle w:val="Text2-1"/>
      </w:pPr>
      <w:r w:rsidRPr="00BA5DDB">
        <w:t>Stavba se nachází v místě elektrizované železniční tratě – trakční vedení vn 3kV DC. Při realizaci nesmí dojít k dotčení trakčního vedení a jeho součástí a dále je nutné zajistit a trvale dodržovat veškerá ochranná a bezpečnostní opatření dle platné legislativy, zejména dle ČSN 341500 ed.2, ČSN EN 50110-1 ed.3, ČSN EN 50122-1 ed.2, TNI 343100, TNŽ 343109 a předpisu</w:t>
      </w:r>
      <w:r w:rsidR="00A72914" w:rsidRPr="00BA5DDB">
        <w:t xml:space="preserve"> SŽ</w:t>
      </w:r>
      <w:r w:rsidRPr="00BA5DDB">
        <w:t xml:space="preserve"> Bp1 a Bp3.</w:t>
      </w:r>
    </w:p>
    <w:p w14:paraId="7C672475" w14:textId="77777777" w:rsidR="00DF7BAA" w:rsidRDefault="00DF7BAA" w:rsidP="00DF7BAA">
      <w:pPr>
        <w:pStyle w:val="Nadpis2-2"/>
      </w:pPr>
      <w:bookmarkStart w:id="40" w:name="_Toc6410448"/>
      <w:bookmarkStart w:id="41" w:name="_Toc173312542"/>
      <w:r>
        <w:t>Železniční přejezdy</w:t>
      </w:r>
      <w:bookmarkEnd w:id="40"/>
      <w:bookmarkEnd w:id="41"/>
    </w:p>
    <w:p w14:paraId="2B29E713"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01927BF4"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6BA9EE05" w14:textId="6258C675"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BA5DDB">
        <w:t>7.1.2</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2C3BC184" w14:textId="77777777" w:rsidR="00DF7BAA" w:rsidRDefault="00DF7BAA" w:rsidP="00DF7BAA">
      <w:pPr>
        <w:pStyle w:val="Nadpis2-2"/>
      </w:pPr>
      <w:bookmarkStart w:id="42" w:name="_Toc6410453"/>
      <w:bookmarkStart w:id="43" w:name="_Toc173312543"/>
      <w:r>
        <w:t>Kabelovody, kolektory</w:t>
      </w:r>
      <w:bookmarkEnd w:id="42"/>
      <w:bookmarkEnd w:id="43"/>
    </w:p>
    <w:p w14:paraId="0B7B9E20" w14:textId="715E3B01"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r w:rsidR="00BA5DDB">
        <w:t xml:space="preserve"> </w:t>
      </w:r>
      <w:r w:rsidR="00BA5DDB" w:rsidRPr="00335175">
        <w:t xml:space="preserve">(viz příloha </w:t>
      </w:r>
      <w:r w:rsidR="00BA5DDB">
        <w:fldChar w:fldCharType="begin"/>
      </w:r>
      <w:r w:rsidR="00BA5DDB">
        <w:instrText xml:space="preserve"> REF _Ref173312641 \r \h </w:instrText>
      </w:r>
      <w:r w:rsidR="00BA5DDB">
        <w:fldChar w:fldCharType="separate"/>
      </w:r>
      <w:r w:rsidR="00BA5DDB">
        <w:t>7.1.5</w:t>
      </w:r>
      <w:r w:rsidR="00BA5DDB">
        <w:fldChar w:fldCharType="end"/>
      </w:r>
      <w:r w:rsidR="00BA5DDB" w:rsidRPr="00335175">
        <w:t xml:space="preserve"> těchto ZTP)</w:t>
      </w:r>
      <w:r>
        <w:t>.</w:t>
      </w:r>
    </w:p>
    <w:p w14:paraId="470FF28C" w14:textId="77777777" w:rsidR="00DF7BAA" w:rsidRPr="00BA5DDB" w:rsidRDefault="00DF7BAA" w:rsidP="00DF7BAA">
      <w:pPr>
        <w:pStyle w:val="Nadpis2-2"/>
      </w:pPr>
      <w:bookmarkStart w:id="44" w:name="_Toc6410455"/>
      <w:bookmarkStart w:id="45" w:name="_Toc173312544"/>
      <w:r w:rsidRPr="00BA5DDB">
        <w:t>Pozemní stavební objekty</w:t>
      </w:r>
      <w:bookmarkEnd w:id="44"/>
      <w:bookmarkEnd w:id="45"/>
    </w:p>
    <w:p w14:paraId="0CC4F697" w14:textId="5195A6AB" w:rsidR="00DF7BAA" w:rsidRPr="00BA5DDB" w:rsidRDefault="000E528A" w:rsidP="00BA5DDB">
      <w:pPr>
        <w:pStyle w:val="Text2-1"/>
      </w:pPr>
      <w:r w:rsidRPr="00BA5DDB">
        <w:t>Nový technologický domek bude ve správě SPS. V rámci stavby bude vyhotoven geometrický plán objektu, a ten bude spolu s projektovou dokumentací stavební části předán správci – SPS OŘ Ostrava pro případné vložení objektu do Katastru nemovitostí</w:t>
      </w:r>
    </w:p>
    <w:p w14:paraId="7B34AA3C" w14:textId="77777777" w:rsidR="00DF7BAA" w:rsidRPr="00BA5DDB" w:rsidRDefault="00DF7BAA" w:rsidP="00DF7BAA">
      <w:pPr>
        <w:pStyle w:val="Nadpis2-2"/>
      </w:pPr>
      <w:bookmarkStart w:id="46" w:name="_Toc6410457"/>
      <w:bookmarkStart w:id="47" w:name="_Toc173312545"/>
      <w:r w:rsidRPr="00BA5DDB">
        <w:t>Vyzískaný materiál</w:t>
      </w:r>
      <w:bookmarkEnd w:id="46"/>
      <w:bookmarkEnd w:id="47"/>
    </w:p>
    <w:p w14:paraId="2E73C685" w14:textId="46D904B6" w:rsidR="00DF7BAA" w:rsidRPr="00BA5DDB" w:rsidRDefault="005D0187" w:rsidP="00DF7BAA">
      <w:pPr>
        <w:pStyle w:val="Text2-1"/>
      </w:pPr>
      <w:r w:rsidRPr="00BA5DDB">
        <w:t xml:space="preserve">Vyzískaný materiál ze stavby zůstává v majetku Objednatele. Vyzískaný materiál převezme protokolárně Oblastní ředitelství Ostrava. Případně zhotovitel zajistí jeho ekologickou likvidaci. </w:t>
      </w:r>
      <w:r w:rsidR="00DF7BAA" w:rsidRPr="00BA5DDB">
        <w:t xml:space="preserve"> </w:t>
      </w:r>
    </w:p>
    <w:p w14:paraId="2A93A692" w14:textId="77777777" w:rsidR="00DF7BAA" w:rsidRDefault="00DF7BAA" w:rsidP="00DF7BAA">
      <w:pPr>
        <w:pStyle w:val="Nadpis2-2"/>
      </w:pPr>
      <w:bookmarkStart w:id="48" w:name="_Toc173312546"/>
      <w:bookmarkStart w:id="49" w:name="_Toc6410458"/>
      <w:r>
        <w:t>Životní prostředí</w:t>
      </w:r>
      <w:bookmarkEnd w:id="48"/>
      <w:r>
        <w:t xml:space="preserve"> </w:t>
      </w:r>
      <w:bookmarkEnd w:id="49"/>
    </w:p>
    <w:p w14:paraId="7D6A0919" w14:textId="77777777" w:rsidR="001860E7" w:rsidRPr="00B61D30" w:rsidRDefault="001860E7" w:rsidP="001860E7">
      <w:pPr>
        <w:pStyle w:val="Text2-1"/>
        <w:rPr>
          <w:rStyle w:val="Tun"/>
        </w:rPr>
      </w:pPr>
      <w:r w:rsidRPr="00B61D30">
        <w:rPr>
          <w:rStyle w:val="Tun"/>
        </w:rPr>
        <w:t xml:space="preserve">Nakládání s odpady </w:t>
      </w:r>
    </w:p>
    <w:p w14:paraId="67EC1105" w14:textId="77777777" w:rsidR="00B61D30" w:rsidRPr="00856573" w:rsidRDefault="00B61D30" w:rsidP="00856573">
      <w:pPr>
        <w:pStyle w:val="Text2-2"/>
      </w:pPr>
      <w:r w:rsidRPr="00856573">
        <w:lastRenderedPageBreak/>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5D78823A" w14:textId="32C4824E"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BA5DDB">
        <w:t>v </w:t>
      </w:r>
      <w:r w:rsidR="00886163" w:rsidRPr="00BA5DDB">
        <w:t xml:space="preserve">jednotlivých SO/PS </w:t>
      </w:r>
      <w:r w:rsidRPr="00BA5DDB">
        <w:t>s výše</w:t>
      </w:r>
      <w:r w:rsidRPr="008444F1">
        <w:t xml:space="preserv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7F75A089"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5E9CA379"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3A3854F7"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E2052D0" w14:textId="77777777" w:rsidR="001860E7" w:rsidRPr="00217951" w:rsidRDefault="001860E7" w:rsidP="001860E7">
      <w:pPr>
        <w:pStyle w:val="Text2-2"/>
      </w:pPr>
      <w:r w:rsidRPr="00217951">
        <w:rPr>
          <w:rStyle w:val="Tun"/>
        </w:rPr>
        <w:lastRenderedPageBreak/>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2A9C0F5E" w14:textId="77777777" w:rsidR="00DF7BAA" w:rsidRDefault="00DF7BAA" w:rsidP="00DF7BAA">
      <w:pPr>
        <w:pStyle w:val="Nadpis2-1"/>
      </w:pPr>
      <w:bookmarkStart w:id="50" w:name="_Toc6410460"/>
      <w:bookmarkStart w:id="51" w:name="_Toc173312547"/>
      <w:r w:rsidRPr="00EC2E51">
        <w:t>ORGANIZACE</w:t>
      </w:r>
      <w:r>
        <w:t xml:space="preserve"> VÝSTAVBY, VÝLUKY</w:t>
      </w:r>
      <w:bookmarkEnd w:id="50"/>
      <w:bookmarkEnd w:id="51"/>
    </w:p>
    <w:p w14:paraId="28BBD5B7" w14:textId="65ADC8CC" w:rsidR="00BC5413" w:rsidRPr="00BA5DDB" w:rsidRDefault="00DF7BAA" w:rsidP="00DF7BAA">
      <w:pPr>
        <w:pStyle w:val="Text2-1"/>
      </w:pPr>
      <w:r w:rsidRPr="00BA5DDB">
        <w:t>Rozhodující milníky doporučeného časového harmonogramu: Při zpracování harmonogramu je nutné vycházet z jednotlivých stavebních postupů uvedených v ZOV a</w:t>
      </w:r>
      <w:r w:rsidR="00BC5413" w:rsidRPr="00BA5DDB">
        <w:t> </w:t>
      </w:r>
      <w:r w:rsidRPr="00BA5DDB">
        <w:t>dodržet množství a délku předjednaných výluk</w:t>
      </w:r>
      <w:r w:rsidR="005D0187" w:rsidRPr="00BA5DDB">
        <w:t xml:space="preserve">. </w:t>
      </w:r>
      <w:r w:rsidRPr="00BA5DDB">
        <w:t xml:space="preserve"> </w:t>
      </w:r>
    </w:p>
    <w:p w14:paraId="4902878D" w14:textId="00C0D1B5" w:rsidR="00BC5413" w:rsidRPr="00D31957" w:rsidRDefault="005D0187" w:rsidP="00DF7BAA">
      <w:pPr>
        <w:pStyle w:val="Text2-1"/>
        <w:rPr>
          <w:b/>
          <w:bCs/>
        </w:rPr>
      </w:pPr>
      <w:r w:rsidRPr="00D31957">
        <w:rPr>
          <w:b/>
          <w:bCs/>
        </w:rPr>
        <w:t xml:space="preserve">Výluka musí proběhnout v souběhu s výlukou přejezdu P7744 v km 284,986 v době </w:t>
      </w:r>
      <w:r w:rsidR="00D31957" w:rsidRPr="00D31957">
        <w:rPr>
          <w:b/>
          <w:bCs/>
        </w:rPr>
        <w:t>od 3.3 do 19.3. 202</w:t>
      </w:r>
      <w:r w:rsidR="00CA149B">
        <w:rPr>
          <w:b/>
          <w:bCs/>
        </w:rPr>
        <w:t>5</w:t>
      </w:r>
      <w:r w:rsidR="00D31957" w:rsidRPr="00D31957">
        <w:rPr>
          <w:b/>
          <w:bCs/>
        </w:rPr>
        <w:t>, kdy je plánována výluka na opravu mostů na této trati</w:t>
      </w:r>
      <w:r w:rsidRPr="00D31957">
        <w:rPr>
          <w:b/>
          <w:bCs/>
        </w:rPr>
        <w:t>.</w:t>
      </w:r>
    </w:p>
    <w:p w14:paraId="490131F0" w14:textId="6408A24F" w:rsidR="0017734B" w:rsidRPr="00BA5DDB" w:rsidRDefault="0017734B" w:rsidP="00DF7BAA">
      <w:pPr>
        <w:pStyle w:val="Text2-1"/>
      </w:pPr>
      <w:r w:rsidRPr="00BA5DDB">
        <w:t>Během výluky po dobu zastaveného provozu mezi ŽST Opava východ a Ostrava-Svinov nebude možný návoz/odvoz vozů pro obsluhu vlečky Dopravní podnik Ostrava a.s. – Ostrava Třebovice (č. 6081). Zhotovitel projedná toto omezení s vlečkařem.</w:t>
      </w:r>
    </w:p>
    <w:p w14:paraId="44583BA2" w14:textId="410D252D" w:rsidR="00A72914" w:rsidRPr="00BA5DDB" w:rsidRDefault="00A72914" w:rsidP="00DF7BAA">
      <w:pPr>
        <w:pStyle w:val="Text2-1"/>
      </w:pPr>
      <w:r w:rsidRPr="00BA5DDB">
        <w:t>Nutno dodržet podmínky realizace tak, aby v žádné fázi stavby nebylo vyžadováno obsazení dotčených stanic s DOZ dopravními zaměstnanci.</w:t>
      </w:r>
    </w:p>
    <w:p w14:paraId="6A00149D" w14:textId="77777777" w:rsidR="00DF7BAA" w:rsidRPr="00BA5DDB" w:rsidRDefault="00DF7BAA" w:rsidP="00DF7BAA">
      <w:pPr>
        <w:pStyle w:val="Text2-1"/>
      </w:pPr>
      <w:r w:rsidRPr="00BA5DDB">
        <w:t>V harmonogramu postupu prací je nutno dle ZOV v Projektové dokumentaci respektovat zejména následující požadavky a termíny:</w:t>
      </w:r>
    </w:p>
    <w:p w14:paraId="2023BA3B" w14:textId="77777777" w:rsidR="00DF7BAA" w:rsidRPr="00BA5DDB" w:rsidRDefault="00DF7BAA" w:rsidP="0047647C">
      <w:pPr>
        <w:pStyle w:val="Odrka1-1"/>
        <w:numPr>
          <w:ilvl w:val="0"/>
          <w:numId w:val="4"/>
        </w:numPr>
        <w:spacing w:after="60"/>
      </w:pPr>
      <w:r w:rsidRPr="00BA5DDB">
        <w:t>termín zahájení a ukončení stavby</w:t>
      </w:r>
    </w:p>
    <w:p w14:paraId="15AC3DA8" w14:textId="77777777" w:rsidR="00DF7BAA" w:rsidRPr="00BA5DDB" w:rsidRDefault="00DF7BAA" w:rsidP="0047647C">
      <w:pPr>
        <w:pStyle w:val="Odrka1-1"/>
        <w:numPr>
          <w:ilvl w:val="0"/>
          <w:numId w:val="4"/>
        </w:numPr>
        <w:spacing w:after="60"/>
      </w:pPr>
      <w:r w:rsidRPr="00BA5DDB">
        <w:t>možné termíny uvádění provozuschopných celků do provozu</w:t>
      </w:r>
    </w:p>
    <w:p w14:paraId="0BC60FCE" w14:textId="77777777" w:rsidR="00DF7BAA" w:rsidRPr="00BA5DDB" w:rsidRDefault="00DF7BAA" w:rsidP="0047647C">
      <w:pPr>
        <w:pStyle w:val="Odrka1-1"/>
        <w:numPr>
          <w:ilvl w:val="0"/>
          <w:numId w:val="4"/>
        </w:numPr>
        <w:spacing w:after="60"/>
      </w:pPr>
      <w:r w:rsidRPr="00BA5DDB">
        <w:t>výlukovou činnost s maximálním využitím výlukových časů</w:t>
      </w:r>
    </w:p>
    <w:p w14:paraId="48590709" w14:textId="77777777" w:rsidR="00DF7BAA" w:rsidRPr="00BA5DDB" w:rsidRDefault="00DF7BAA" w:rsidP="0047647C">
      <w:pPr>
        <w:pStyle w:val="Odrka1-1"/>
        <w:numPr>
          <w:ilvl w:val="0"/>
          <w:numId w:val="4"/>
        </w:numPr>
        <w:spacing w:after="60"/>
      </w:pPr>
      <w:r w:rsidRPr="00BA5DDB">
        <w:t>uzavírky pozemních komunikací</w:t>
      </w:r>
    </w:p>
    <w:p w14:paraId="1A6FBCC3" w14:textId="77777777" w:rsidR="00DF7BAA" w:rsidRPr="00BA5DDB" w:rsidRDefault="00DF7BAA" w:rsidP="0047647C">
      <w:pPr>
        <w:pStyle w:val="Odrka1-1"/>
        <w:numPr>
          <w:ilvl w:val="0"/>
          <w:numId w:val="4"/>
        </w:numPr>
        <w:spacing w:after="60"/>
      </w:pPr>
      <w:r w:rsidRPr="00BA5DDB">
        <w:t>přechodové stavy, provozní zkoušky (kontrolní a zkušební plán)</w:t>
      </w:r>
    </w:p>
    <w:p w14:paraId="4BA94C2C" w14:textId="77777777" w:rsidR="00DF7BAA" w:rsidRPr="00BA5DDB" w:rsidRDefault="00DF7BAA" w:rsidP="0047647C">
      <w:pPr>
        <w:pStyle w:val="Odrka1-1"/>
        <w:numPr>
          <w:ilvl w:val="0"/>
          <w:numId w:val="4"/>
        </w:numPr>
        <w:spacing w:after="60"/>
      </w:pPr>
      <w:r w:rsidRPr="00BA5DDB">
        <w:t>koordinace se souběžně probíhajícími stavbami</w:t>
      </w:r>
    </w:p>
    <w:p w14:paraId="38DC0AD4" w14:textId="77777777" w:rsidR="00DF7BAA" w:rsidRPr="00BA5DDB" w:rsidRDefault="00DF7BAA" w:rsidP="00DF7BAA">
      <w:pPr>
        <w:pStyle w:val="Text2-1"/>
      </w:pPr>
      <w:r w:rsidRPr="00BA5DDB">
        <w:t xml:space="preserve">Zhotovitel se zavazuje v souladu s Projektovou dokumentací, část dopravní technologie, považovat zde uvedené množství a délku výluk za maximální. Objednatel si vyhrazuje právo pozměnit </w:t>
      </w:r>
      <w:r w:rsidR="00DB58AA" w:rsidRPr="00BA5DDB">
        <w:t>Z</w:t>
      </w:r>
      <w:r w:rsidRPr="00BA5DDB">
        <w:t>hotoviteli navržené časové horizonty rozhodujících výluk s cílem dosáhnout jejich maximálního využití a sladění s výlukami sousedních staveb.</w:t>
      </w:r>
    </w:p>
    <w:p w14:paraId="75506D10" w14:textId="77777777" w:rsidR="00DF7BAA" w:rsidRDefault="00DF7BAA" w:rsidP="00DF7BAA">
      <w:pPr>
        <w:pStyle w:val="Nadpis2-1"/>
      </w:pPr>
      <w:bookmarkStart w:id="52" w:name="_Toc6410461"/>
      <w:bookmarkStart w:id="53" w:name="_Toc173312548"/>
      <w:r w:rsidRPr="00EC2E51">
        <w:t>SOUVISEJÍCÍ</w:t>
      </w:r>
      <w:r>
        <w:t xml:space="preserve"> DOKUMENTY A PŘEDPISY</w:t>
      </w:r>
      <w:bookmarkEnd w:id="52"/>
      <w:bookmarkEnd w:id="53"/>
    </w:p>
    <w:p w14:paraId="297506BC" w14:textId="77777777" w:rsidR="009C4EEA"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93AC7FB" w14:textId="77777777" w:rsidR="009A485B" w:rsidRDefault="009A485B" w:rsidP="009A485B">
      <w:pPr>
        <w:pStyle w:val="Text2-1"/>
      </w:pPr>
      <w:r w:rsidRPr="0035135E">
        <w:t>Technické požadavky na výrobky, zařízení a technologie pro ŽDC</w:t>
      </w:r>
      <w:r>
        <w:t xml:space="preserve"> (dle směrnic SŽDC č. 34 a č. 67 jsou uvedeny na webových stránkách:</w:t>
      </w:r>
    </w:p>
    <w:p w14:paraId="3F16C2D9" w14:textId="77777777" w:rsidR="009A485B" w:rsidRDefault="009A485B" w:rsidP="009A485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99020F5"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794D157E"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1D3E6F59"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F426472"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311475AE"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78F36F3F"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2DFFB854" w14:textId="77777777" w:rsidR="009C4EEA" w:rsidRPr="007D016E" w:rsidRDefault="009C4EEA" w:rsidP="009C4EEA">
      <w:pPr>
        <w:pStyle w:val="Textbezslovn"/>
        <w:keepNext/>
        <w:spacing w:after="0"/>
      </w:pPr>
      <w:r>
        <w:t>Jeremenkova 103/23</w:t>
      </w:r>
    </w:p>
    <w:p w14:paraId="464F2C7B" w14:textId="77777777" w:rsidR="009C4EEA" w:rsidRDefault="009C4EEA" w:rsidP="009C4EEA">
      <w:pPr>
        <w:pStyle w:val="Textbezslovn"/>
      </w:pPr>
      <w:r w:rsidRPr="007D016E">
        <w:t>77</w:t>
      </w:r>
      <w:r>
        <w:t>9 00</w:t>
      </w:r>
      <w:r w:rsidRPr="007D016E">
        <w:t xml:space="preserve"> </w:t>
      </w:r>
      <w:r w:rsidRPr="00BA22D4">
        <w:t>Olomouc</w:t>
      </w:r>
    </w:p>
    <w:p w14:paraId="666A4CD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1712AC0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25D31F3" w14:textId="77777777" w:rsidR="009C4EEA" w:rsidRDefault="009C4EEA" w:rsidP="009C4EEA">
      <w:pPr>
        <w:pStyle w:val="Textbezslovn"/>
      </w:pPr>
      <w:r>
        <w:t xml:space="preserve">Ceníky: </w:t>
      </w:r>
      <w:r w:rsidRPr="00E64846">
        <w:t>https://typdok.tudc.cz/</w:t>
      </w:r>
    </w:p>
    <w:p w14:paraId="0C5208BA" w14:textId="77777777" w:rsidR="00DF7BAA" w:rsidRDefault="00DF7BAA" w:rsidP="00DF7BAA">
      <w:pPr>
        <w:pStyle w:val="Nadpis2-1"/>
      </w:pPr>
      <w:bookmarkStart w:id="54" w:name="_Toc6410462"/>
      <w:bookmarkStart w:id="55" w:name="_Toc173312549"/>
      <w:r>
        <w:t>PŘÍLOHY</w:t>
      </w:r>
      <w:bookmarkEnd w:id="54"/>
      <w:bookmarkEnd w:id="55"/>
    </w:p>
    <w:p w14:paraId="479CA5AB" w14:textId="77777777" w:rsidR="003E2007" w:rsidRPr="00BA5DDB" w:rsidRDefault="003E2007" w:rsidP="003E2007">
      <w:pPr>
        <w:pStyle w:val="Text2-1"/>
      </w:pPr>
      <w:bookmarkStart w:id="56" w:name="_Ref132122149"/>
      <w:r w:rsidRPr="00BA5DDB">
        <w:t xml:space="preserve">Vzorkování staveb Správy železnic, státní </w:t>
      </w:r>
      <w:bookmarkEnd w:id="56"/>
      <w:r w:rsidRPr="00BA5DDB">
        <w:t>organizace</w:t>
      </w:r>
    </w:p>
    <w:p w14:paraId="5F8C5C93" w14:textId="3264F8CE" w:rsidR="00557FA1" w:rsidRPr="00BA5DDB" w:rsidRDefault="00EC6D35" w:rsidP="00EC6D35">
      <w:pPr>
        <w:pStyle w:val="Text2-1"/>
      </w:pPr>
      <w:bookmarkStart w:id="57" w:name="_Ref169532562"/>
      <w:r w:rsidRPr="00BA5DDB">
        <w:t>Po</w:t>
      </w:r>
      <w:bookmarkEnd w:id="57"/>
      <w:r w:rsidR="00E53B8F" w:rsidRPr="00BA5DDB">
        <w:t xml:space="preserve">žadavky na </w:t>
      </w:r>
      <w:r w:rsidR="005D0187" w:rsidRPr="00BA5DDB">
        <w:t xml:space="preserve">přípravu a realizaci staveb železničních </w:t>
      </w:r>
      <w:r w:rsidR="00E53B8F" w:rsidRPr="00BA5DDB">
        <w:t>přejezd</w:t>
      </w:r>
      <w:r w:rsidR="005D0187" w:rsidRPr="00BA5DDB">
        <w:t>ů, dopis č.j. 38841/2024-SŽ-GŘ-O7</w:t>
      </w:r>
    </w:p>
    <w:p w14:paraId="483810F7" w14:textId="77777777" w:rsidR="00595BCE" w:rsidRPr="00BA5DDB" w:rsidRDefault="00595BCE" w:rsidP="00595BCE">
      <w:pPr>
        <w:pStyle w:val="Text2-1"/>
      </w:pPr>
      <w:r w:rsidRPr="00BA5DDB">
        <w:t>SŽ PO-63/2021-OŘ OVA – Pokyn ředitele OŘ Ostrava ve věci povinností cizích právních subjektů při napěťových výlukách trakčního vedení a činnostech na zařízeních UTZ/E OŘ Ostrava</w:t>
      </w:r>
    </w:p>
    <w:p w14:paraId="7C66DFDB" w14:textId="2CA4236B" w:rsidR="00595BCE" w:rsidRPr="00BA5DDB" w:rsidRDefault="00595BCE" w:rsidP="00EC6D35">
      <w:pPr>
        <w:pStyle w:val="Text2-1"/>
      </w:pPr>
      <w:r w:rsidRPr="00BA5DDB">
        <w:t>Směrnice SŽ SM009 – Stanovení pravidel pro uplatnění výstupu projektu v oblasti moderního designu a architektury nádraží a zastávek</w:t>
      </w:r>
    </w:p>
    <w:p w14:paraId="0F6AC5D7" w14:textId="77777777" w:rsidR="003C20B3" w:rsidRPr="00BA5DDB" w:rsidRDefault="003C20B3" w:rsidP="003C20B3">
      <w:pPr>
        <w:pStyle w:val="Text2-1"/>
      </w:pPr>
      <w:bookmarkStart w:id="58" w:name="_Ref173312641"/>
      <w:r w:rsidRPr="00BA5DDB">
        <w:t>Pokyn GŘ SŽ PO-09/2023-GŘ Ochrana kabelizace v průběhu přípravy a realizace investičních a opravných akcí</w:t>
      </w:r>
      <w:bookmarkEnd w:id="58"/>
    </w:p>
    <w:p w14:paraId="3516ACBE" w14:textId="77777777" w:rsidR="003C20B3" w:rsidRPr="00BA5DDB" w:rsidRDefault="003C20B3" w:rsidP="00BA5DDB">
      <w:pPr>
        <w:pStyle w:val="Text2-1"/>
        <w:numPr>
          <w:ilvl w:val="0"/>
          <w:numId w:val="0"/>
        </w:numPr>
        <w:ind w:left="737"/>
      </w:pPr>
    </w:p>
    <w:p w14:paraId="26C849DF" w14:textId="77777777" w:rsidR="00F01B21" w:rsidRDefault="00F01B21" w:rsidP="00F01B21">
      <w:pPr>
        <w:pStyle w:val="Textbezslovn"/>
      </w:pPr>
    </w:p>
    <w:p w14:paraId="6CC6BB03" w14:textId="77777777" w:rsidR="00F01B21" w:rsidRPr="00F01B21" w:rsidRDefault="00F01B21" w:rsidP="00F01B21">
      <w:pPr>
        <w:pStyle w:val="Textbezslovn"/>
      </w:pPr>
    </w:p>
    <w:bookmarkEnd w:id="4"/>
    <w:bookmarkEnd w:id="5"/>
    <w:bookmarkEnd w:id="6"/>
    <w:bookmarkEnd w:id="7"/>
    <w:bookmarkEnd w:id="8"/>
    <w:p w14:paraId="1F015B7A"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8DF46" w14:textId="77777777" w:rsidR="00A66245" w:rsidRDefault="00A66245" w:rsidP="00962258">
      <w:pPr>
        <w:spacing w:after="0" w:line="240" w:lineRule="auto"/>
      </w:pPr>
      <w:r>
        <w:separator/>
      </w:r>
    </w:p>
  </w:endnote>
  <w:endnote w:type="continuationSeparator" w:id="0">
    <w:p w14:paraId="53CD1A05" w14:textId="77777777" w:rsidR="00A66245" w:rsidRDefault="00A662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453C5" w:rsidRPr="003462EB" w14:paraId="682E46B5" w14:textId="77777777" w:rsidTr="00614E71">
      <w:tc>
        <w:tcPr>
          <w:tcW w:w="993" w:type="dxa"/>
          <w:tcMar>
            <w:left w:w="0" w:type="dxa"/>
            <w:right w:w="0" w:type="dxa"/>
          </w:tcMar>
          <w:vAlign w:val="bottom"/>
        </w:tcPr>
        <w:p w14:paraId="272EB4CB" w14:textId="77777777" w:rsidR="008453C5" w:rsidRPr="00B8518B" w:rsidRDefault="008453C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0EE">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0EE">
            <w:rPr>
              <w:rStyle w:val="slostrnky"/>
              <w:noProof/>
            </w:rPr>
            <w:t>24</w:t>
          </w:r>
          <w:r w:rsidRPr="00B8518B">
            <w:rPr>
              <w:rStyle w:val="slostrnky"/>
            </w:rPr>
            <w:fldChar w:fldCharType="end"/>
          </w:r>
        </w:p>
      </w:tc>
      <w:tc>
        <w:tcPr>
          <w:tcW w:w="7739" w:type="dxa"/>
          <w:vAlign w:val="bottom"/>
        </w:tcPr>
        <w:p w14:paraId="45DA8698" w14:textId="01FD964E" w:rsidR="008453C5" w:rsidRDefault="00CA149B" w:rsidP="003462EB">
          <w:pPr>
            <w:pStyle w:val="Zpatvlevo"/>
          </w:pPr>
          <w:r>
            <w:fldChar w:fldCharType="begin"/>
          </w:r>
          <w:r>
            <w:instrText xml:space="preserve"> STYLEREF  _Název_akce  \* MERGEFORMAT </w:instrText>
          </w:r>
          <w:r>
            <w:fldChar w:fldCharType="separate"/>
          </w:r>
          <w:r>
            <w:rPr>
              <w:noProof/>
            </w:rPr>
            <w:t>Doplnění závor na přejezdu P7724 v km 263,911 trati Ostrava-Svinov – Opava východ</w:t>
          </w:r>
          <w:r>
            <w:rPr>
              <w:noProof/>
            </w:rPr>
            <w:cr/>
          </w:r>
          <w:r>
            <w:rPr>
              <w:noProof/>
            </w:rPr>
            <w:fldChar w:fldCharType="end"/>
          </w:r>
          <w:r w:rsidR="008453C5">
            <w:t>Příloha č. 2 c)</w:t>
          </w:r>
          <w:r w:rsidR="008453C5" w:rsidRPr="003462EB">
            <w:t xml:space="preserve"> </w:t>
          </w:r>
        </w:p>
        <w:p w14:paraId="6B6A4D8F" w14:textId="1C564058" w:rsidR="008453C5" w:rsidRPr="003462EB" w:rsidRDefault="008453C5" w:rsidP="00DF7BAA">
          <w:pPr>
            <w:pStyle w:val="Zpatvlevo"/>
          </w:pPr>
          <w:r>
            <w:t>Zvláštní</w:t>
          </w:r>
          <w:r w:rsidRPr="003462EB">
            <w:t xml:space="preserve"> technické </w:t>
          </w:r>
          <w:r w:rsidR="00A15F9B" w:rsidRPr="003462EB">
            <w:t>podmínky</w:t>
          </w:r>
          <w:r w:rsidR="00A15F9B">
            <w:t xml:space="preserve"> – Zhotovení</w:t>
          </w:r>
          <w:r>
            <w:t xml:space="preserve"> stavby </w:t>
          </w:r>
        </w:p>
      </w:tc>
    </w:tr>
  </w:tbl>
  <w:p w14:paraId="525B6CFD" w14:textId="77777777" w:rsidR="008453C5" w:rsidRPr="00614E71" w:rsidRDefault="008453C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453C5" w:rsidRPr="009E09BE" w14:paraId="1A214DFD" w14:textId="77777777" w:rsidTr="00614E71">
      <w:tc>
        <w:tcPr>
          <w:tcW w:w="7797" w:type="dxa"/>
          <w:tcMar>
            <w:left w:w="0" w:type="dxa"/>
            <w:right w:w="0" w:type="dxa"/>
          </w:tcMar>
          <w:vAlign w:val="bottom"/>
        </w:tcPr>
        <w:p w14:paraId="4149E358" w14:textId="440894EF" w:rsidR="008453C5" w:rsidRDefault="00CA149B" w:rsidP="003B111D">
          <w:pPr>
            <w:pStyle w:val="Zpatvpravo"/>
          </w:pPr>
          <w:r>
            <w:fldChar w:fldCharType="begin"/>
          </w:r>
          <w:r>
            <w:instrText xml:space="preserve"> STYLEREF  _Název_akce  \* MERGEFORMAT </w:instrText>
          </w:r>
          <w:r>
            <w:fldChar w:fldCharType="separate"/>
          </w:r>
          <w:r>
            <w:rPr>
              <w:noProof/>
            </w:rPr>
            <w:t>Doplnění závor na přejezdu P7724 v km 263,911 trati Ostrava-Svinov – Opava východ</w:t>
          </w:r>
          <w:r>
            <w:rPr>
              <w:noProof/>
            </w:rPr>
            <w:cr/>
          </w:r>
          <w:r>
            <w:rPr>
              <w:noProof/>
            </w:rPr>
            <w:fldChar w:fldCharType="end"/>
          </w:r>
          <w:r w:rsidR="008453C5">
            <w:t>Příloha č. 2 c)</w:t>
          </w:r>
        </w:p>
        <w:p w14:paraId="4AA3902B" w14:textId="4838EA7F" w:rsidR="008453C5" w:rsidRPr="003462EB" w:rsidRDefault="008453C5" w:rsidP="00DF7BAA">
          <w:pPr>
            <w:pStyle w:val="Zpatvpravo"/>
            <w:rPr>
              <w:rStyle w:val="slostrnky"/>
              <w:b w:val="0"/>
              <w:color w:val="auto"/>
              <w:sz w:val="12"/>
            </w:rPr>
          </w:pPr>
          <w:r>
            <w:t>Zvláštní</w:t>
          </w:r>
          <w:r w:rsidRPr="003462EB">
            <w:t xml:space="preserve"> technické </w:t>
          </w:r>
          <w:r w:rsidR="00A15F9B" w:rsidRPr="003462EB">
            <w:t>podmínky</w:t>
          </w:r>
          <w:r w:rsidR="00A15F9B">
            <w:t xml:space="preserve"> – Zhotovení</w:t>
          </w:r>
          <w:r>
            <w:t xml:space="preserve"> stavby</w:t>
          </w:r>
        </w:p>
      </w:tc>
      <w:tc>
        <w:tcPr>
          <w:tcW w:w="935" w:type="dxa"/>
          <w:vAlign w:val="bottom"/>
        </w:tcPr>
        <w:p w14:paraId="7FDE9C5B" w14:textId="77777777" w:rsidR="008453C5" w:rsidRPr="009E09BE" w:rsidRDefault="008453C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0E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0EE">
            <w:rPr>
              <w:rStyle w:val="slostrnky"/>
              <w:noProof/>
            </w:rPr>
            <w:t>24</w:t>
          </w:r>
          <w:r w:rsidRPr="00B8518B">
            <w:rPr>
              <w:rStyle w:val="slostrnky"/>
            </w:rPr>
            <w:fldChar w:fldCharType="end"/>
          </w:r>
        </w:p>
      </w:tc>
    </w:tr>
  </w:tbl>
  <w:p w14:paraId="0AB9B15D" w14:textId="77777777" w:rsidR="008453C5" w:rsidRPr="00B8518B" w:rsidRDefault="008453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C81A7" w14:textId="77777777" w:rsidR="008453C5" w:rsidRPr="00B8518B" w:rsidRDefault="008453C5" w:rsidP="00460660">
    <w:pPr>
      <w:pStyle w:val="Zpat"/>
      <w:rPr>
        <w:sz w:val="2"/>
        <w:szCs w:val="2"/>
      </w:rPr>
    </w:pPr>
  </w:p>
  <w:p w14:paraId="18D6AB61" w14:textId="77777777" w:rsidR="008453C5" w:rsidRDefault="008453C5" w:rsidP="00757290">
    <w:pPr>
      <w:pStyle w:val="Zpatvlevo"/>
      <w:rPr>
        <w:rFonts w:cs="Calibri"/>
        <w:szCs w:val="12"/>
      </w:rPr>
    </w:pPr>
  </w:p>
  <w:p w14:paraId="7E795531" w14:textId="77777777" w:rsidR="008453C5" w:rsidRPr="00460660" w:rsidRDefault="008453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6E4B5" w14:textId="77777777" w:rsidR="00A66245" w:rsidRDefault="00A66245" w:rsidP="00962258">
      <w:pPr>
        <w:spacing w:after="0" w:line="240" w:lineRule="auto"/>
      </w:pPr>
      <w:r>
        <w:separator/>
      </w:r>
    </w:p>
  </w:footnote>
  <w:footnote w:type="continuationSeparator" w:id="0">
    <w:p w14:paraId="6F6C7DB7" w14:textId="77777777" w:rsidR="00A66245" w:rsidRDefault="00A662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53C5" w14:paraId="3FB4F8FA" w14:textId="77777777" w:rsidTr="00B22106">
      <w:trPr>
        <w:trHeight w:hRule="exact" w:val="936"/>
      </w:trPr>
      <w:tc>
        <w:tcPr>
          <w:tcW w:w="1361" w:type="dxa"/>
          <w:tcMar>
            <w:left w:w="0" w:type="dxa"/>
            <w:right w:w="0" w:type="dxa"/>
          </w:tcMar>
        </w:tcPr>
        <w:p w14:paraId="7B74A03D" w14:textId="77777777" w:rsidR="008453C5" w:rsidRPr="00B8518B" w:rsidRDefault="008453C5" w:rsidP="00FC6389">
          <w:pPr>
            <w:pStyle w:val="Zpat"/>
            <w:rPr>
              <w:rStyle w:val="slostrnky"/>
            </w:rPr>
          </w:pPr>
        </w:p>
      </w:tc>
      <w:tc>
        <w:tcPr>
          <w:tcW w:w="3458" w:type="dxa"/>
          <w:shd w:val="clear" w:color="auto" w:fill="auto"/>
          <w:tcMar>
            <w:left w:w="0" w:type="dxa"/>
            <w:right w:w="0" w:type="dxa"/>
          </w:tcMar>
        </w:tcPr>
        <w:p w14:paraId="44344C88" w14:textId="77777777" w:rsidR="008453C5" w:rsidRDefault="008453C5" w:rsidP="00FC6389">
          <w:pPr>
            <w:pStyle w:val="Zpat"/>
          </w:pPr>
          <w:r>
            <w:rPr>
              <w:noProof/>
              <w:lang w:eastAsia="cs-CZ"/>
            </w:rPr>
            <w:drawing>
              <wp:anchor distT="0" distB="0" distL="114300" distR="114300" simplePos="0" relativeHeight="251674624" behindDoc="0" locked="1" layoutInCell="1" allowOverlap="1" wp14:anchorId="2B1B9C68" wp14:editId="5D4C08E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68C75D" w14:textId="77777777" w:rsidR="008453C5" w:rsidRPr="00D6163D" w:rsidRDefault="008453C5" w:rsidP="00FC6389">
          <w:pPr>
            <w:pStyle w:val="Druhdokumentu"/>
          </w:pPr>
        </w:p>
      </w:tc>
    </w:tr>
    <w:tr w:rsidR="008453C5" w14:paraId="54A0162A" w14:textId="77777777" w:rsidTr="00B22106">
      <w:trPr>
        <w:trHeight w:hRule="exact" w:val="936"/>
      </w:trPr>
      <w:tc>
        <w:tcPr>
          <w:tcW w:w="1361" w:type="dxa"/>
          <w:tcMar>
            <w:left w:w="0" w:type="dxa"/>
            <w:right w:w="0" w:type="dxa"/>
          </w:tcMar>
        </w:tcPr>
        <w:p w14:paraId="1CC05F85" w14:textId="77777777" w:rsidR="008453C5" w:rsidRPr="00B8518B" w:rsidRDefault="008453C5" w:rsidP="00FC6389">
          <w:pPr>
            <w:pStyle w:val="Zpat"/>
            <w:rPr>
              <w:rStyle w:val="slostrnky"/>
            </w:rPr>
          </w:pPr>
        </w:p>
      </w:tc>
      <w:tc>
        <w:tcPr>
          <w:tcW w:w="3458" w:type="dxa"/>
          <w:shd w:val="clear" w:color="auto" w:fill="auto"/>
          <w:tcMar>
            <w:left w:w="0" w:type="dxa"/>
            <w:right w:w="0" w:type="dxa"/>
          </w:tcMar>
        </w:tcPr>
        <w:p w14:paraId="1B1D3CD9" w14:textId="77777777" w:rsidR="008453C5" w:rsidRDefault="008453C5" w:rsidP="00FC6389">
          <w:pPr>
            <w:pStyle w:val="Zpat"/>
          </w:pPr>
        </w:p>
      </w:tc>
      <w:tc>
        <w:tcPr>
          <w:tcW w:w="5756" w:type="dxa"/>
          <w:shd w:val="clear" w:color="auto" w:fill="auto"/>
          <w:tcMar>
            <w:left w:w="0" w:type="dxa"/>
            <w:right w:w="0" w:type="dxa"/>
          </w:tcMar>
        </w:tcPr>
        <w:p w14:paraId="4BB407E7" w14:textId="77777777" w:rsidR="008453C5" w:rsidRPr="00D6163D" w:rsidRDefault="008453C5" w:rsidP="00FC6389">
          <w:pPr>
            <w:pStyle w:val="Druhdokumentu"/>
          </w:pPr>
        </w:p>
      </w:tc>
    </w:tr>
  </w:tbl>
  <w:p w14:paraId="1C7F1CA8" w14:textId="77777777" w:rsidR="008453C5" w:rsidRPr="00D6163D" w:rsidRDefault="008453C5" w:rsidP="00FC6389">
    <w:pPr>
      <w:pStyle w:val="Zhlav"/>
      <w:rPr>
        <w:sz w:val="8"/>
        <w:szCs w:val="8"/>
      </w:rPr>
    </w:pPr>
  </w:p>
  <w:p w14:paraId="537B12E0" w14:textId="77777777" w:rsidR="008453C5" w:rsidRPr="00460660" w:rsidRDefault="008453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3861765">
    <w:abstractNumId w:val="6"/>
  </w:num>
  <w:num w:numId="2" w16cid:durableId="365565669">
    <w:abstractNumId w:val="4"/>
  </w:num>
  <w:num w:numId="3" w16cid:durableId="1700160986">
    <w:abstractNumId w:val="2"/>
  </w:num>
  <w:num w:numId="4" w16cid:durableId="279924321">
    <w:abstractNumId w:val="7"/>
  </w:num>
  <w:num w:numId="5" w16cid:durableId="815608916">
    <w:abstractNumId w:val="8"/>
  </w:num>
  <w:num w:numId="6" w16cid:durableId="2100709516">
    <w:abstractNumId w:val="3"/>
  </w:num>
  <w:num w:numId="7" w16cid:durableId="671645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420414">
    <w:abstractNumId w:val="10"/>
  </w:num>
  <w:num w:numId="9" w16cid:durableId="45685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3338732">
    <w:abstractNumId w:val="0"/>
  </w:num>
  <w:num w:numId="11" w16cid:durableId="316808153">
    <w:abstractNumId w:val="7"/>
  </w:num>
  <w:num w:numId="12" w16cid:durableId="711536237">
    <w:abstractNumId w:val="8"/>
  </w:num>
  <w:num w:numId="13" w16cid:durableId="549928204">
    <w:abstractNumId w:val="9"/>
  </w:num>
  <w:num w:numId="14" w16cid:durableId="2136170762">
    <w:abstractNumId w:val="1"/>
  </w:num>
  <w:num w:numId="15" w16cid:durableId="483163946">
    <w:abstractNumId w:val="3"/>
  </w:num>
  <w:num w:numId="16" w16cid:durableId="1928686434">
    <w:abstractNumId w:val="10"/>
  </w:num>
  <w:num w:numId="17" w16cid:durableId="1021005043">
    <w:abstractNumId w:val="10"/>
  </w:num>
  <w:num w:numId="18" w16cid:durableId="1754935385">
    <w:abstractNumId w:val="10"/>
  </w:num>
  <w:num w:numId="19" w16cid:durableId="198870781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B02"/>
    <w:rsid w:val="00000A81"/>
    <w:rsid w:val="00001F45"/>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56B02"/>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37CA"/>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E528A"/>
    <w:rsid w:val="000F15F1"/>
    <w:rsid w:val="000F68E8"/>
    <w:rsid w:val="00102777"/>
    <w:rsid w:val="00103B38"/>
    <w:rsid w:val="0010428D"/>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543"/>
    <w:rsid w:val="001458CB"/>
    <w:rsid w:val="001458F9"/>
    <w:rsid w:val="00146BCB"/>
    <w:rsid w:val="001476BD"/>
    <w:rsid w:val="0015027B"/>
    <w:rsid w:val="00153B6C"/>
    <w:rsid w:val="00153F9B"/>
    <w:rsid w:val="001603BD"/>
    <w:rsid w:val="00164C06"/>
    <w:rsid w:val="001656A2"/>
    <w:rsid w:val="001670EE"/>
    <w:rsid w:val="0017050C"/>
    <w:rsid w:val="00170EC5"/>
    <w:rsid w:val="001747C1"/>
    <w:rsid w:val="0017734B"/>
    <w:rsid w:val="00177D6B"/>
    <w:rsid w:val="00184334"/>
    <w:rsid w:val="001860E7"/>
    <w:rsid w:val="00187CC6"/>
    <w:rsid w:val="00191F90"/>
    <w:rsid w:val="0019235F"/>
    <w:rsid w:val="001960FD"/>
    <w:rsid w:val="001976B3"/>
    <w:rsid w:val="00197D96"/>
    <w:rsid w:val="001A3B3C"/>
    <w:rsid w:val="001A649E"/>
    <w:rsid w:val="001B1882"/>
    <w:rsid w:val="001B3CD3"/>
    <w:rsid w:val="001B4180"/>
    <w:rsid w:val="001B4E74"/>
    <w:rsid w:val="001B531E"/>
    <w:rsid w:val="001B6316"/>
    <w:rsid w:val="001B7668"/>
    <w:rsid w:val="001C645F"/>
    <w:rsid w:val="001D1CE9"/>
    <w:rsid w:val="001D39DE"/>
    <w:rsid w:val="001D70DC"/>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580A"/>
    <w:rsid w:val="00286B2D"/>
    <w:rsid w:val="0029043F"/>
    <w:rsid w:val="002944A6"/>
    <w:rsid w:val="002A3B57"/>
    <w:rsid w:val="002A416D"/>
    <w:rsid w:val="002B2A79"/>
    <w:rsid w:val="002B6B58"/>
    <w:rsid w:val="002C1924"/>
    <w:rsid w:val="002C31BF"/>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111D"/>
    <w:rsid w:val="003B2407"/>
    <w:rsid w:val="003B5864"/>
    <w:rsid w:val="003C1E63"/>
    <w:rsid w:val="003C20B3"/>
    <w:rsid w:val="003C33F2"/>
    <w:rsid w:val="003C4B55"/>
    <w:rsid w:val="003C65F8"/>
    <w:rsid w:val="003C6679"/>
    <w:rsid w:val="003C7295"/>
    <w:rsid w:val="003D34C5"/>
    <w:rsid w:val="003D3511"/>
    <w:rsid w:val="003D3906"/>
    <w:rsid w:val="003D3F94"/>
    <w:rsid w:val="003D756E"/>
    <w:rsid w:val="003D7905"/>
    <w:rsid w:val="003E0100"/>
    <w:rsid w:val="003E2007"/>
    <w:rsid w:val="003E2851"/>
    <w:rsid w:val="003E29C0"/>
    <w:rsid w:val="003E420D"/>
    <w:rsid w:val="003E4C13"/>
    <w:rsid w:val="003E735B"/>
    <w:rsid w:val="003F1605"/>
    <w:rsid w:val="003F2B5E"/>
    <w:rsid w:val="003F64A7"/>
    <w:rsid w:val="003F6912"/>
    <w:rsid w:val="004012C9"/>
    <w:rsid w:val="00402BD6"/>
    <w:rsid w:val="0040435C"/>
    <w:rsid w:val="00404F88"/>
    <w:rsid w:val="004078F3"/>
    <w:rsid w:val="00407F22"/>
    <w:rsid w:val="00410C44"/>
    <w:rsid w:val="00412D61"/>
    <w:rsid w:val="004211D8"/>
    <w:rsid w:val="0042581E"/>
    <w:rsid w:val="00426465"/>
    <w:rsid w:val="00426CA4"/>
    <w:rsid w:val="00427794"/>
    <w:rsid w:val="00432233"/>
    <w:rsid w:val="0043237D"/>
    <w:rsid w:val="004337FB"/>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70C"/>
    <w:rsid w:val="00497800"/>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2673"/>
    <w:rsid w:val="00523BB5"/>
    <w:rsid w:val="00523EA7"/>
    <w:rsid w:val="00525187"/>
    <w:rsid w:val="0052735A"/>
    <w:rsid w:val="00531CB9"/>
    <w:rsid w:val="00532F79"/>
    <w:rsid w:val="005334A9"/>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67441"/>
    <w:rsid w:val="005736B7"/>
    <w:rsid w:val="00575E5A"/>
    <w:rsid w:val="00580245"/>
    <w:rsid w:val="00581F2E"/>
    <w:rsid w:val="00585A86"/>
    <w:rsid w:val="0058742A"/>
    <w:rsid w:val="00587CA4"/>
    <w:rsid w:val="00590B8A"/>
    <w:rsid w:val="00594591"/>
    <w:rsid w:val="00595BCE"/>
    <w:rsid w:val="005A1F44"/>
    <w:rsid w:val="005A499F"/>
    <w:rsid w:val="005C4F2D"/>
    <w:rsid w:val="005C7E30"/>
    <w:rsid w:val="005D0187"/>
    <w:rsid w:val="005D0D3E"/>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31F3"/>
    <w:rsid w:val="00645371"/>
    <w:rsid w:val="006501CA"/>
    <w:rsid w:val="00652C01"/>
    <w:rsid w:val="0065491E"/>
    <w:rsid w:val="00655976"/>
    <w:rsid w:val="00655F45"/>
    <w:rsid w:val="0065610E"/>
    <w:rsid w:val="006606DB"/>
    <w:rsid w:val="00660AD3"/>
    <w:rsid w:val="00662818"/>
    <w:rsid w:val="00673E44"/>
    <w:rsid w:val="006776B6"/>
    <w:rsid w:val="00682207"/>
    <w:rsid w:val="00683923"/>
    <w:rsid w:val="00686559"/>
    <w:rsid w:val="00690DA7"/>
    <w:rsid w:val="0069136C"/>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2AC"/>
    <w:rsid w:val="006B3D79"/>
    <w:rsid w:val="006B3E78"/>
    <w:rsid w:val="006B6FE4"/>
    <w:rsid w:val="006C16E1"/>
    <w:rsid w:val="006C18F3"/>
    <w:rsid w:val="006C2343"/>
    <w:rsid w:val="006C26FF"/>
    <w:rsid w:val="006C3137"/>
    <w:rsid w:val="006C31D3"/>
    <w:rsid w:val="006C442A"/>
    <w:rsid w:val="006C49F2"/>
    <w:rsid w:val="006C761E"/>
    <w:rsid w:val="006E0578"/>
    <w:rsid w:val="006E2751"/>
    <w:rsid w:val="006E2FFA"/>
    <w:rsid w:val="006E314D"/>
    <w:rsid w:val="006E37EE"/>
    <w:rsid w:val="006E5FB6"/>
    <w:rsid w:val="006F0578"/>
    <w:rsid w:val="006F3950"/>
    <w:rsid w:val="006F455E"/>
    <w:rsid w:val="006F70E0"/>
    <w:rsid w:val="007020E6"/>
    <w:rsid w:val="00710723"/>
    <w:rsid w:val="0071267C"/>
    <w:rsid w:val="007161BD"/>
    <w:rsid w:val="007171C2"/>
    <w:rsid w:val="00720802"/>
    <w:rsid w:val="0072238B"/>
    <w:rsid w:val="00723ED1"/>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26F6"/>
    <w:rsid w:val="007D41FF"/>
    <w:rsid w:val="007E0E61"/>
    <w:rsid w:val="007E4A6E"/>
    <w:rsid w:val="007F56A7"/>
    <w:rsid w:val="007F605F"/>
    <w:rsid w:val="007F6B4A"/>
    <w:rsid w:val="007F7AFD"/>
    <w:rsid w:val="007F7EF8"/>
    <w:rsid w:val="00800851"/>
    <w:rsid w:val="0080171C"/>
    <w:rsid w:val="008028FD"/>
    <w:rsid w:val="00803449"/>
    <w:rsid w:val="00803BF3"/>
    <w:rsid w:val="00807D99"/>
    <w:rsid w:val="00807DD0"/>
    <w:rsid w:val="00810E5C"/>
    <w:rsid w:val="00811DD3"/>
    <w:rsid w:val="00812742"/>
    <w:rsid w:val="00814696"/>
    <w:rsid w:val="00814C9F"/>
    <w:rsid w:val="00816930"/>
    <w:rsid w:val="00817499"/>
    <w:rsid w:val="00821D01"/>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64"/>
    <w:rsid w:val="008B60A4"/>
    <w:rsid w:val="008C1BFC"/>
    <w:rsid w:val="008C24A8"/>
    <w:rsid w:val="008C50F3"/>
    <w:rsid w:val="008C51A4"/>
    <w:rsid w:val="008C7EFE"/>
    <w:rsid w:val="008D03B9"/>
    <w:rsid w:val="008D2896"/>
    <w:rsid w:val="008D30C7"/>
    <w:rsid w:val="008D34E6"/>
    <w:rsid w:val="008D3907"/>
    <w:rsid w:val="008E0B49"/>
    <w:rsid w:val="008E200C"/>
    <w:rsid w:val="008E3E00"/>
    <w:rsid w:val="008E54C8"/>
    <w:rsid w:val="008F18D6"/>
    <w:rsid w:val="008F2C9B"/>
    <w:rsid w:val="008F797B"/>
    <w:rsid w:val="008F7BA1"/>
    <w:rsid w:val="0090019A"/>
    <w:rsid w:val="009018AE"/>
    <w:rsid w:val="00904780"/>
    <w:rsid w:val="009048B2"/>
    <w:rsid w:val="00904CC9"/>
    <w:rsid w:val="0090635B"/>
    <w:rsid w:val="00912E55"/>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5B1A"/>
    <w:rsid w:val="00996CB8"/>
    <w:rsid w:val="009A404E"/>
    <w:rsid w:val="009A485B"/>
    <w:rsid w:val="009B2987"/>
    <w:rsid w:val="009B2E97"/>
    <w:rsid w:val="009B303C"/>
    <w:rsid w:val="009B50C1"/>
    <w:rsid w:val="009B5146"/>
    <w:rsid w:val="009B5181"/>
    <w:rsid w:val="009C016F"/>
    <w:rsid w:val="009C418E"/>
    <w:rsid w:val="009C442C"/>
    <w:rsid w:val="009C4EEA"/>
    <w:rsid w:val="009D2FC5"/>
    <w:rsid w:val="009D343C"/>
    <w:rsid w:val="009D5183"/>
    <w:rsid w:val="009D623F"/>
    <w:rsid w:val="009D6DB3"/>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5F9B"/>
    <w:rsid w:val="00A23726"/>
    <w:rsid w:val="00A23CD5"/>
    <w:rsid w:val="00A31269"/>
    <w:rsid w:val="00A315DB"/>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245"/>
    <w:rsid w:val="00A66853"/>
    <w:rsid w:val="00A672C6"/>
    <w:rsid w:val="00A67C50"/>
    <w:rsid w:val="00A71189"/>
    <w:rsid w:val="00A72914"/>
    <w:rsid w:val="00A7364A"/>
    <w:rsid w:val="00A74789"/>
    <w:rsid w:val="00A74DCC"/>
    <w:rsid w:val="00A753ED"/>
    <w:rsid w:val="00A77512"/>
    <w:rsid w:val="00A8227E"/>
    <w:rsid w:val="00A8385E"/>
    <w:rsid w:val="00A861A2"/>
    <w:rsid w:val="00A91E60"/>
    <w:rsid w:val="00A94C2F"/>
    <w:rsid w:val="00A94F0E"/>
    <w:rsid w:val="00A94F6C"/>
    <w:rsid w:val="00A95445"/>
    <w:rsid w:val="00A97BF8"/>
    <w:rsid w:val="00AA4CBB"/>
    <w:rsid w:val="00AA65FA"/>
    <w:rsid w:val="00AA7351"/>
    <w:rsid w:val="00AB06AB"/>
    <w:rsid w:val="00AC3E83"/>
    <w:rsid w:val="00AC45AA"/>
    <w:rsid w:val="00AC547E"/>
    <w:rsid w:val="00AC59BD"/>
    <w:rsid w:val="00AC678D"/>
    <w:rsid w:val="00AD056F"/>
    <w:rsid w:val="00AD0C7B"/>
    <w:rsid w:val="00AD11AF"/>
    <w:rsid w:val="00AD38D0"/>
    <w:rsid w:val="00AD5F1A"/>
    <w:rsid w:val="00AD6731"/>
    <w:rsid w:val="00AE1F36"/>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22106"/>
    <w:rsid w:val="00B31D98"/>
    <w:rsid w:val="00B331AB"/>
    <w:rsid w:val="00B344A3"/>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029"/>
    <w:rsid w:val="00B91AE8"/>
    <w:rsid w:val="00B93566"/>
    <w:rsid w:val="00B94742"/>
    <w:rsid w:val="00B94F10"/>
    <w:rsid w:val="00B95A4C"/>
    <w:rsid w:val="00B965D0"/>
    <w:rsid w:val="00B97CC3"/>
    <w:rsid w:val="00BA2F47"/>
    <w:rsid w:val="00BA5DDB"/>
    <w:rsid w:val="00BB04DD"/>
    <w:rsid w:val="00BB5275"/>
    <w:rsid w:val="00BB6CD6"/>
    <w:rsid w:val="00BC0405"/>
    <w:rsid w:val="00BC06C4"/>
    <w:rsid w:val="00BC4088"/>
    <w:rsid w:val="00BC5413"/>
    <w:rsid w:val="00BC5755"/>
    <w:rsid w:val="00BC62DD"/>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91DC3"/>
    <w:rsid w:val="00C93497"/>
    <w:rsid w:val="00C946A1"/>
    <w:rsid w:val="00C95162"/>
    <w:rsid w:val="00C95790"/>
    <w:rsid w:val="00CA149B"/>
    <w:rsid w:val="00CA4B8C"/>
    <w:rsid w:val="00CA71A9"/>
    <w:rsid w:val="00CB05FC"/>
    <w:rsid w:val="00CB6A37"/>
    <w:rsid w:val="00CB7684"/>
    <w:rsid w:val="00CC11FB"/>
    <w:rsid w:val="00CC2699"/>
    <w:rsid w:val="00CC57EA"/>
    <w:rsid w:val="00CC7C8F"/>
    <w:rsid w:val="00CD1383"/>
    <w:rsid w:val="00CD1FC4"/>
    <w:rsid w:val="00CE1C97"/>
    <w:rsid w:val="00CF034F"/>
    <w:rsid w:val="00CF2936"/>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1957"/>
    <w:rsid w:val="00D322B7"/>
    <w:rsid w:val="00D33D4C"/>
    <w:rsid w:val="00D4108E"/>
    <w:rsid w:val="00D45370"/>
    <w:rsid w:val="00D521D0"/>
    <w:rsid w:val="00D55077"/>
    <w:rsid w:val="00D6163D"/>
    <w:rsid w:val="00D61BB3"/>
    <w:rsid w:val="00D67D3D"/>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05ADC"/>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54163"/>
    <w:rsid w:val="00E618C4"/>
    <w:rsid w:val="00E67108"/>
    <w:rsid w:val="00E67218"/>
    <w:rsid w:val="00E70AB8"/>
    <w:rsid w:val="00E7218A"/>
    <w:rsid w:val="00E726BC"/>
    <w:rsid w:val="00E739C5"/>
    <w:rsid w:val="00E84C3A"/>
    <w:rsid w:val="00E86EF7"/>
    <w:rsid w:val="00E878EE"/>
    <w:rsid w:val="00E910D4"/>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6D35"/>
    <w:rsid w:val="00EC75ED"/>
    <w:rsid w:val="00ED0703"/>
    <w:rsid w:val="00ED1089"/>
    <w:rsid w:val="00ED14BD"/>
    <w:rsid w:val="00ED1E11"/>
    <w:rsid w:val="00ED2516"/>
    <w:rsid w:val="00ED2AC4"/>
    <w:rsid w:val="00ED3463"/>
    <w:rsid w:val="00ED77EE"/>
    <w:rsid w:val="00ED7E86"/>
    <w:rsid w:val="00EE75CA"/>
    <w:rsid w:val="00EF1373"/>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36EC"/>
    <w:rsid w:val="00F35939"/>
    <w:rsid w:val="00F40272"/>
    <w:rsid w:val="00F4273A"/>
    <w:rsid w:val="00F43984"/>
    <w:rsid w:val="00F45607"/>
    <w:rsid w:val="00F4722B"/>
    <w:rsid w:val="00F51AC1"/>
    <w:rsid w:val="00F54432"/>
    <w:rsid w:val="00F60DF5"/>
    <w:rsid w:val="00F60EBA"/>
    <w:rsid w:val="00F63E79"/>
    <w:rsid w:val="00F659EB"/>
    <w:rsid w:val="00F66312"/>
    <w:rsid w:val="00F66DA9"/>
    <w:rsid w:val="00F673CB"/>
    <w:rsid w:val="00F70416"/>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5DE8"/>
    <w:rsid w:val="00FB6342"/>
    <w:rsid w:val="00FC17E7"/>
    <w:rsid w:val="00FC4D1B"/>
    <w:rsid w:val="00FC5FC3"/>
    <w:rsid w:val="00FC6389"/>
    <w:rsid w:val="00FD55A7"/>
    <w:rsid w:val="00FE0699"/>
    <w:rsid w:val="00FE11C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8370C"/>
  <w15:docId w15:val="{AD25194E-9F6F-4E6B-A2AC-7EDD8242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00498851">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667324438">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GX%20-%20Dopln&#283;n&#237;%20z&#225;vor%20P7724%20v%20km%20263,911%20Svinov%20-%20Opava\_Realizace\1.%20ZTP\ZTP_R_VZOR_24062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8E26552D8140FFA61CC05136D9B95F"/>
        <w:category>
          <w:name w:val="Obecné"/>
          <w:gallery w:val="placeholder"/>
        </w:category>
        <w:types>
          <w:type w:val="bbPlcHdr"/>
        </w:types>
        <w:behaviors>
          <w:behavior w:val="content"/>
        </w:behaviors>
        <w:guid w:val="{15E489DF-9A47-43ED-838D-7CE0AFB4EB36}"/>
      </w:docPartPr>
      <w:docPartBody>
        <w:p w:rsidR="00416BF2" w:rsidRDefault="008D7F35">
          <w:pPr>
            <w:pStyle w:val="418E26552D8140FFA61CC05136D9B95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AE"/>
    <w:rsid w:val="00001F45"/>
    <w:rsid w:val="002B5B0B"/>
    <w:rsid w:val="00416BF2"/>
    <w:rsid w:val="00567441"/>
    <w:rsid w:val="00581F2E"/>
    <w:rsid w:val="00594591"/>
    <w:rsid w:val="006431F3"/>
    <w:rsid w:val="006E5FB6"/>
    <w:rsid w:val="007A1521"/>
    <w:rsid w:val="007D26F6"/>
    <w:rsid w:val="00813912"/>
    <w:rsid w:val="008D3907"/>
    <w:rsid w:val="008D7F35"/>
    <w:rsid w:val="00A63BD1"/>
    <w:rsid w:val="00A91E60"/>
    <w:rsid w:val="00AE1F36"/>
    <w:rsid w:val="00B322AE"/>
    <w:rsid w:val="00BA47E2"/>
    <w:rsid w:val="00C946A1"/>
    <w:rsid w:val="00CA0D11"/>
    <w:rsid w:val="00DC0397"/>
    <w:rsid w:val="00ED77EE"/>
    <w:rsid w:val="00F10EEE"/>
    <w:rsid w:val="00F919E7"/>
    <w:rsid w:val="00FC17E7"/>
    <w:rsid w:val="00FC2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18E26552D8140FFA61CC05136D9B95F">
    <w:name w:val="418E26552D8140FFA61CC05136D9B9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B8D4265-391C-4E5E-89DB-8073EF46E6DE}">
  <ds:schemaRefs>
    <ds:schemaRef ds:uri="http://schemas.openxmlformats.org/officeDocument/2006/bibliography"/>
  </ds:schemaRefs>
</ds:datastoreItem>
</file>

<file path=customXml/itemProps4.xml><?xml version="1.0" encoding="utf-8"?>
<ds:datastoreItem xmlns:ds="http://schemas.openxmlformats.org/officeDocument/2006/customXml" ds:itemID="{2D3828E5-4F3B-40C2-84B0-D68BE2747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ZTP_R_VZOR_240627.dotx</Template>
  <TotalTime>18</TotalTime>
  <Pages>10</Pages>
  <Words>3788</Words>
  <Characters>22352</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R_240627</vt:lpstr>
      <vt:lpstr/>
      <vt:lpstr>Titulek 1. úrovně </vt:lpstr>
      <vt:lpstr>    Titulek 2. úrovně</vt:lpstr>
      <vt:lpstr>        Titulek 3. úrovně</vt:lpstr>
    </vt:vector>
  </TitlesOfParts>
  <Manager>Fojta@spravazeleznic.cz</Manager>
  <Company>SŽ</Company>
  <LinksUpToDate>false</LinksUpToDate>
  <CharactersWithSpaces>26088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R_240627</dc:title>
  <dc:creator>Hanová Michaela, Ing.</dc:creator>
  <cp:lastModifiedBy>Hanová Michaela, Ing.</cp:lastModifiedBy>
  <cp:revision>11</cp:revision>
  <cp:lastPrinted>2024-02-14T09:30:00Z</cp:lastPrinted>
  <dcterms:created xsi:type="dcterms:W3CDTF">2024-07-31T07:54:00Z</dcterms:created>
  <dcterms:modified xsi:type="dcterms:W3CDTF">2024-08-27T05:00:00Z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